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4E" w:rsidRPr="00B11E72" w:rsidRDefault="00221D4E" w:rsidP="00E50631">
      <w:pPr>
        <w:jc w:val="center"/>
        <w:rPr>
          <w:color w:val="000000"/>
          <w:spacing w:val="27"/>
          <w:sz w:val="28"/>
          <w:szCs w:val="28"/>
        </w:rPr>
      </w:pPr>
      <w:r w:rsidRPr="00B11E72">
        <w:rPr>
          <w:color w:val="000000"/>
          <w:spacing w:val="27"/>
          <w:sz w:val="28"/>
          <w:szCs w:val="28"/>
        </w:rPr>
        <w:t>СОВЕТ ДЕПУТАТОВ</w:t>
      </w:r>
    </w:p>
    <w:p w:rsidR="00221D4E" w:rsidRPr="00B11E72" w:rsidRDefault="00221D4E" w:rsidP="00E50631">
      <w:pPr>
        <w:jc w:val="center"/>
        <w:rPr>
          <w:color w:val="000000"/>
          <w:spacing w:val="27"/>
          <w:sz w:val="28"/>
          <w:szCs w:val="28"/>
        </w:rPr>
      </w:pPr>
      <w:r w:rsidRPr="00B11E72">
        <w:rPr>
          <w:color w:val="000000"/>
          <w:spacing w:val="27"/>
          <w:sz w:val="28"/>
          <w:szCs w:val="28"/>
        </w:rPr>
        <w:t>БЕРЕЗОВСКОГО СЕЛЬСОВЕТА</w:t>
      </w:r>
    </w:p>
    <w:p w:rsidR="00221D4E" w:rsidRPr="00B11E72" w:rsidRDefault="00221D4E" w:rsidP="00E50631">
      <w:pPr>
        <w:jc w:val="center"/>
        <w:rPr>
          <w:color w:val="000000"/>
          <w:spacing w:val="27"/>
          <w:sz w:val="28"/>
          <w:szCs w:val="28"/>
        </w:rPr>
      </w:pPr>
      <w:r w:rsidRPr="00B11E72">
        <w:rPr>
          <w:color w:val="000000"/>
          <w:spacing w:val="27"/>
          <w:sz w:val="28"/>
          <w:szCs w:val="28"/>
        </w:rPr>
        <w:t>ОРДЫНСКОГО РАЙОНА НОВОСИБИРСКОЙ ОБЛАСТИ</w:t>
      </w:r>
    </w:p>
    <w:p w:rsidR="00221D4E" w:rsidRPr="00B11E72" w:rsidRDefault="00221D4E" w:rsidP="00E50631">
      <w:pPr>
        <w:jc w:val="center"/>
        <w:rPr>
          <w:sz w:val="28"/>
          <w:szCs w:val="28"/>
        </w:rPr>
      </w:pPr>
      <w:r w:rsidRPr="00B11E72">
        <w:rPr>
          <w:sz w:val="28"/>
          <w:szCs w:val="28"/>
        </w:rPr>
        <w:t>(Пятый созыв)</w:t>
      </w:r>
    </w:p>
    <w:p w:rsidR="00221D4E" w:rsidRDefault="00221D4E" w:rsidP="00E50631">
      <w:pPr>
        <w:jc w:val="center"/>
        <w:rPr>
          <w:sz w:val="28"/>
          <w:szCs w:val="28"/>
        </w:rPr>
      </w:pPr>
    </w:p>
    <w:p w:rsidR="00221D4E" w:rsidRDefault="00221D4E" w:rsidP="00E50631">
      <w:pPr>
        <w:jc w:val="center"/>
        <w:rPr>
          <w:sz w:val="28"/>
          <w:szCs w:val="28"/>
        </w:rPr>
      </w:pPr>
    </w:p>
    <w:p w:rsidR="00221D4E" w:rsidRDefault="00221D4E" w:rsidP="00E506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221D4E" w:rsidRDefault="00221D4E" w:rsidP="00E50631">
      <w:pPr>
        <w:jc w:val="center"/>
        <w:rPr>
          <w:sz w:val="28"/>
          <w:szCs w:val="28"/>
        </w:rPr>
      </w:pPr>
      <w:r>
        <w:rPr>
          <w:sz w:val="28"/>
          <w:szCs w:val="28"/>
        </w:rPr>
        <w:t>(4-я сессия)</w:t>
      </w:r>
    </w:p>
    <w:p w:rsidR="00221D4E" w:rsidRDefault="00221D4E" w:rsidP="00E50631">
      <w:pPr>
        <w:jc w:val="center"/>
        <w:rPr>
          <w:sz w:val="28"/>
          <w:szCs w:val="28"/>
        </w:rPr>
      </w:pPr>
      <w:r>
        <w:rPr>
          <w:sz w:val="28"/>
          <w:szCs w:val="28"/>
        </w:rPr>
        <w:t>(очередная)</w:t>
      </w:r>
    </w:p>
    <w:p w:rsidR="00221D4E" w:rsidRPr="00E20866" w:rsidRDefault="00221D4E" w:rsidP="00E50631">
      <w:pPr>
        <w:rPr>
          <w:sz w:val="28"/>
          <w:szCs w:val="28"/>
        </w:rPr>
      </w:pPr>
      <w:r>
        <w:rPr>
          <w:sz w:val="28"/>
          <w:szCs w:val="28"/>
        </w:rPr>
        <w:t>от   24.12.2015</w:t>
      </w:r>
      <w:r w:rsidRPr="00E20866">
        <w:rPr>
          <w:sz w:val="28"/>
          <w:szCs w:val="28"/>
        </w:rPr>
        <w:tab/>
      </w:r>
      <w:r w:rsidRPr="00E20866">
        <w:rPr>
          <w:sz w:val="28"/>
          <w:szCs w:val="28"/>
        </w:rPr>
        <w:tab/>
      </w:r>
      <w:r w:rsidRPr="00E20866">
        <w:rPr>
          <w:sz w:val="28"/>
          <w:szCs w:val="28"/>
        </w:rPr>
        <w:tab/>
      </w:r>
      <w:r w:rsidRPr="00E20866">
        <w:rPr>
          <w:sz w:val="28"/>
          <w:szCs w:val="28"/>
        </w:rPr>
        <w:tab/>
      </w:r>
      <w:r w:rsidRPr="00E20866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      №4/18</w:t>
      </w:r>
      <w:r w:rsidRPr="00E2086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</w:p>
    <w:p w:rsidR="00221D4E" w:rsidRPr="00E20866" w:rsidRDefault="00221D4E" w:rsidP="008332C3">
      <w:pPr>
        <w:rPr>
          <w:sz w:val="28"/>
          <w:szCs w:val="28"/>
        </w:rPr>
      </w:pPr>
    </w:p>
    <w:p w:rsidR="00221D4E" w:rsidRPr="00E20866" w:rsidRDefault="00221D4E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Поряд</w:t>
      </w:r>
      <w:r w:rsidRPr="00E20866">
        <w:rPr>
          <w:b/>
          <w:bCs/>
          <w:sz w:val="28"/>
          <w:szCs w:val="28"/>
        </w:rPr>
        <w:t xml:space="preserve">ка </w:t>
      </w:r>
    </w:p>
    <w:p w:rsidR="00221D4E" w:rsidRPr="00E20866" w:rsidRDefault="00221D4E" w:rsidP="008332C3">
      <w:pPr>
        <w:jc w:val="center"/>
        <w:rPr>
          <w:rFonts w:ascii="Calibri" w:hAnsi="Calibri"/>
          <w:sz w:val="28"/>
          <w:szCs w:val="28"/>
        </w:rPr>
      </w:pPr>
      <w:r w:rsidRPr="00E20866">
        <w:rPr>
          <w:b/>
          <w:bCs/>
          <w:sz w:val="28"/>
          <w:szCs w:val="28"/>
        </w:rPr>
        <w:t xml:space="preserve">предоставления межбюджетных трансфертов </w:t>
      </w:r>
    </w:p>
    <w:p w:rsidR="00221D4E" w:rsidRPr="00E20866" w:rsidRDefault="00221D4E" w:rsidP="008332C3">
      <w:pPr>
        <w:jc w:val="center"/>
        <w:rPr>
          <w:rFonts w:ascii="Calibri" w:hAnsi="Calibri"/>
          <w:sz w:val="28"/>
          <w:szCs w:val="28"/>
        </w:rPr>
      </w:pPr>
      <w:r>
        <w:rPr>
          <w:b/>
          <w:bCs/>
          <w:sz w:val="28"/>
          <w:szCs w:val="28"/>
        </w:rPr>
        <w:t xml:space="preserve">из бюджета  Березовского </w:t>
      </w:r>
      <w:r w:rsidRPr="00E20866">
        <w:rPr>
          <w:b/>
          <w:bCs/>
          <w:sz w:val="28"/>
          <w:szCs w:val="28"/>
        </w:rPr>
        <w:t>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E20866">
        <w:rPr>
          <w:sz w:val="28"/>
          <w:szCs w:val="28"/>
        </w:rPr>
        <w:t> </w:t>
      </w:r>
      <w:r w:rsidRPr="00E20866">
        <w:rPr>
          <w:b/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221D4E" w:rsidRPr="00E20866" w:rsidRDefault="00221D4E" w:rsidP="008332C3">
      <w:pPr>
        <w:shd w:val="clear" w:color="auto" w:fill="FFFFFF"/>
        <w:jc w:val="center"/>
        <w:rPr>
          <w:sz w:val="28"/>
          <w:szCs w:val="28"/>
        </w:rPr>
      </w:pPr>
    </w:p>
    <w:p w:rsidR="00221D4E" w:rsidRPr="00E20866" w:rsidRDefault="00221D4E" w:rsidP="008332C3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20866">
        <w:rPr>
          <w:sz w:val="28"/>
          <w:szCs w:val="28"/>
        </w:rPr>
        <w:t xml:space="preserve">В соответствии с Бюджетным кодексом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 xml:space="preserve">Березовского сельсовета </w:t>
      </w:r>
      <w:r w:rsidRPr="00E20866">
        <w:rPr>
          <w:sz w:val="28"/>
          <w:szCs w:val="28"/>
        </w:rPr>
        <w:t xml:space="preserve"> Ордынского района Новосибирской области,</w:t>
      </w:r>
      <w:r>
        <w:rPr>
          <w:sz w:val="28"/>
          <w:szCs w:val="28"/>
        </w:rPr>
        <w:t xml:space="preserve"> Совет депутатов Березовского сельсовета </w:t>
      </w:r>
      <w:r w:rsidRPr="00E20866">
        <w:rPr>
          <w:sz w:val="28"/>
          <w:szCs w:val="28"/>
        </w:rPr>
        <w:t>Ордынского района Новосибирской области</w:t>
      </w:r>
    </w:p>
    <w:p w:rsidR="00221D4E" w:rsidRPr="00E20866" w:rsidRDefault="00221D4E" w:rsidP="008332C3">
      <w:pPr>
        <w:ind w:firstLine="720"/>
        <w:jc w:val="both"/>
        <w:rPr>
          <w:b/>
          <w:caps/>
          <w:sz w:val="28"/>
          <w:szCs w:val="28"/>
        </w:rPr>
      </w:pPr>
      <w:r w:rsidRPr="00E20866">
        <w:rPr>
          <w:b/>
          <w:caps/>
          <w:sz w:val="28"/>
          <w:szCs w:val="28"/>
        </w:rPr>
        <w:t xml:space="preserve">решил:  </w:t>
      </w:r>
    </w:p>
    <w:p w:rsidR="00221D4E" w:rsidRPr="00E20866" w:rsidRDefault="00221D4E" w:rsidP="008332C3">
      <w:pPr>
        <w:ind w:firstLine="720"/>
        <w:jc w:val="both"/>
        <w:rPr>
          <w:sz w:val="28"/>
          <w:szCs w:val="28"/>
        </w:rPr>
      </w:pPr>
    </w:p>
    <w:p w:rsidR="00221D4E" w:rsidRPr="00E20866" w:rsidRDefault="00221D4E" w:rsidP="008332C3">
      <w:pPr>
        <w:jc w:val="both"/>
        <w:rPr>
          <w:rFonts w:ascii="Calibri" w:hAnsi="Calibri"/>
          <w:sz w:val="28"/>
          <w:szCs w:val="28"/>
        </w:rPr>
      </w:pPr>
      <w:r w:rsidRPr="00E20866">
        <w:rPr>
          <w:sz w:val="28"/>
          <w:szCs w:val="28"/>
        </w:rPr>
        <w:t xml:space="preserve">    1. Утвердить прилагаемый Порядок </w:t>
      </w:r>
      <w:r w:rsidRPr="00E20866">
        <w:rPr>
          <w:bCs/>
          <w:sz w:val="28"/>
          <w:szCs w:val="28"/>
        </w:rPr>
        <w:t xml:space="preserve">предоставления межбюджетных трансфертов из бюджета </w:t>
      </w:r>
      <w:r>
        <w:rPr>
          <w:bCs/>
          <w:sz w:val="28"/>
          <w:szCs w:val="28"/>
        </w:rPr>
        <w:t xml:space="preserve">Березовского </w:t>
      </w:r>
      <w:r w:rsidRPr="00E20866">
        <w:rPr>
          <w:bCs/>
          <w:sz w:val="28"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E20866">
        <w:rPr>
          <w:sz w:val="28"/>
          <w:szCs w:val="28"/>
        </w:rPr>
        <w:t> </w:t>
      </w:r>
      <w:r w:rsidRPr="00E20866">
        <w:rPr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221D4E" w:rsidRPr="00E20866" w:rsidRDefault="00221D4E" w:rsidP="008332C3">
      <w:pPr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   2. Направить настоящее решение Главе </w:t>
      </w:r>
      <w:r>
        <w:rPr>
          <w:sz w:val="28"/>
          <w:szCs w:val="28"/>
        </w:rPr>
        <w:t xml:space="preserve"> Березовского сельсовета Ордынского района Новосибирской области</w:t>
      </w:r>
      <w:r w:rsidRPr="00E20866">
        <w:rPr>
          <w:spacing w:val="-5"/>
          <w:sz w:val="28"/>
          <w:szCs w:val="28"/>
        </w:rPr>
        <w:t xml:space="preserve"> для подписания и последующего опубликования.</w:t>
      </w:r>
    </w:p>
    <w:p w:rsidR="00221D4E" w:rsidRPr="00E20866" w:rsidRDefault="00221D4E" w:rsidP="008332C3">
      <w:pPr>
        <w:jc w:val="both"/>
        <w:rPr>
          <w:sz w:val="28"/>
          <w:szCs w:val="28"/>
        </w:rPr>
      </w:pPr>
      <w:r w:rsidRPr="00E20866">
        <w:rPr>
          <w:sz w:val="28"/>
          <w:szCs w:val="28"/>
        </w:rPr>
        <w:t xml:space="preserve">   3. Контроль за исполнением настоящего решение возложить на </w:t>
      </w:r>
      <w:r>
        <w:rPr>
          <w:sz w:val="28"/>
          <w:szCs w:val="28"/>
        </w:rPr>
        <w:t xml:space="preserve"> специалиста администрации Зарецких Т.А.</w:t>
      </w:r>
    </w:p>
    <w:p w:rsidR="00221D4E" w:rsidRPr="00E20866" w:rsidRDefault="00221D4E" w:rsidP="008332C3">
      <w:pPr>
        <w:jc w:val="both"/>
        <w:rPr>
          <w:sz w:val="28"/>
          <w:szCs w:val="28"/>
        </w:rPr>
      </w:pPr>
    </w:p>
    <w:p w:rsidR="00221D4E" w:rsidRPr="00E20866" w:rsidRDefault="00221D4E" w:rsidP="008332C3">
      <w:pPr>
        <w:jc w:val="both"/>
        <w:rPr>
          <w:sz w:val="28"/>
          <w:szCs w:val="28"/>
        </w:rPr>
      </w:pPr>
    </w:p>
    <w:p w:rsidR="00221D4E" w:rsidRPr="004939AB" w:rsidRDefault="00221D4E" w:rsidP="00E50631">
      <w:pPr>
        <w:tabs>
          <w:tab w:val="center" w:pos="4677"/>
        </w:tabs>
        <w:rPr>
          <w:rFonts w:ascii="Arial" w:hAnsi="Arial" w:cs="Arial"/>
        </w:rPr>
      </w:pPr>
      <w:r w:rsidRPr="004939AB">
        <w:rPr>
          <w:rFonts w:ascii="Arial" w:hAnsi="Arial" w:cs="Arial"/>
        </w:rPr>
        <w:t>Глава Березовского сельсовета</w:t>
      </w:r>
      <w:r w:rsidRPr="004939AB">
        <w:rPr>
          <w:rFonts w:ascii="Arial" w:hAnsi="Arial" w:cs="Arial"/>
        </w:rPr>
        <w:tab/>
        <w:t xml:space="preserve">                            Председатель Совета депутатов</w:t>
      </w:r>
    </w:p>
    <w:p w:rsidR="00221D4E" w:rsidRPr="004939AB" w:rsidRDefault="00221D4E" w:rsidP="00E50631">
      <w:pPr>
        <w:tabs>
          <w:tab w:val="left" w:pos="5205"/>
        </w:tabs>
        <w:rPr>
          <w:rFonts w:ascii="Arial" w:hAnsi="Arial" w:cs="Arial"/>
        </w:rPr>
      </w:pPr>
      <w:r w:rsidRPr="004939AB">
        <w:rPr>
          <w:rFonts w:ascii="Arial" w:hAnsi="Arial" w:cs="Arial"/>
        </w:rPr>
        <w:t xml:space="preserve">Ордынского района                                                 Березовского сельсовета </w:t>
      </w:r>
    </w:p>
    <w:p w:rsidR="00221D4E" w:rsidRPr="004939AB" w:rsidRDefault="00221D4E" w:rsidP="00E50631">
      <w:pPr>
        <w:tabs>
          <w:tab w:val="left" w:pos="5205"/>
        </w:tabs>
        <w:rPr>
          <w:rFonts w:ascii="Arial" w:hAnsi="Arial" w:cs="Arial"/>
        </w:rPr>
      </w:pPr>
      <w:r w:rsidRPr="004939AB">
        <w:rPr>
          <w:rFonts w:ascii="Arial" w:hAnsi="Arial" w:cs="Arial"/>
        </w:rPr>
        <w:t xml:space="preserve">Новосибирской области                                          Ордынского района                                       </w:t>
      </w:r>
    </w:p>
    <w:p w:rsidR="00221D4E" w:rsidRPr="004939AB" w:rsidRDefault="00221D4E" w:rsidP="00E50631">
      <w:pPr>
        <w:tabs>
          <w:tab w:val="left" w:pos="5205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</w:t>
      </w:r>
      <w:r w:rsidRPr="004939AB">
        <w:rPr>
          <w:rFonts w:ascii="Arial" w:hAnsi="Arial" w:cs="Arial"/>
          <w:b/>
        </w:rPr>
        <w:t xml:space="preserve"> </w:t>
      </w:r>
      <w:r w:rsidRPr="004939AB">
        <w:rPr>
          <w:rFonts w:ascii="Arial" w:hAnsi="Arial" w:cs="Arial"/>
        </w:rPr>
        <w:t>Новосибирской области</w:t>
      </w:r>
      <w:r w:rsidRPr="004939AB">
        <w:rPr>
          <w:rFonts w:ascii="Arial" w:hAnsi="Arial" w:cs="Arial"/>
        </w:rPr>
        <w:tab/>
        <w:t xml:space="preserve">                     _______________</w:t>
      </w:r>
      <w:r>
        <w:rPr>
          <w:rFonts w:ascii="Arial" w:hAnsi="Arial" w:cs="Arial"/>
        </w:rPr>
        <w:t xml:space="preserve">_________                                   </w:t>
      </w:r>
      <w:r w:rsidRPr="004939AB">
        <w:rPr>
          <w:rFonts w:ascii="Arial" w:hAnsi="Arial" w:cs="Arial"/>
        </w:rPr>
        <w:t xml:space="preserve"> __________________________</w:t>
      </w:r>
      <w:r w:rsidRPr="004939AB">
        <w:rPr>
          <w:rFonts w:ascii="Arial" w:hAnsi="Arial" w:cs="Arial"/>
        </w:rPr>
        <w:tab/>
      </w:r>
    </w:p>
    <w:p w:rsidR="00221D4E" w:rsidRDefault="00221D4E" w:rsidP="00E50631">
      <w:pPr>
        <w:tabs>
          <w:tab w:val="center" w:pos="4677"/>
        </w:tabs>
        <w:rPr>
          <w:rFonts w:ascii="Arial" w:hAnsi="Arial" w:cs="Arial"/>
        </w:rPr>
      </w:pPr>
      <w:r w:rsidRPr="004939AB">
        <w:rPr>
          <w:rFonts w:ascii="Arial" w:hAnsi="Arial" w:cs="Arial"/>
        </w:rPr>
        <w:t>А.М.Стрещенко</w:t>
      </w:r>
      <w:r w:rsidRPr="004939AB">
        <w:rPr>
          <w:rFonts w:ascii="Arial" w:hAnsi="Arial" w:cs="Arial"/>
        </w:rPr>
        <w:tab/>
        <w:t xml:space="preserve">                                                  А.М.Стрещенко</w:t>
      </w:r>
    </w:p>
    <w:p w:rsidR="00221D4E" w:rsidRDefault="00221D4E" w:rsidP="00E50631">
      <w:pPr>
        <w:tabs>
          <w:tab w:val="center" w:pos="4677"/>
        </w:tabs>
        <w:rPr>
          <w:rFonts w:ascii="Arial" w:hAnsi="Arial" w:cs="Arial"/>
        </w:rPr>
      </w:pPr>
    </w:p>
    <w:p w:rsidR="00221D4E" w:rsidRDefault="00221D4E" w:rsidP="00E50631">
      <w:pPr>
        <w:tabs>
          <w:tab w:val="center" w:pos="4677"/>
        </w:tabs>
        <w:rPr>
          <w:rFonts w:ascii="Arial" w:hAnsi="Arial" w:cs="Arial"/>
        </w:rPr>
      </w:pPr>
    </w:p>
    <w:p w:rsidR="00221D4E" w:rsidRDefault="00221D4E" w:rsidP="00E50631">
      <w:pPr>
        <w:tabs>
          <w:tab w:val="center" w:pos="4677"/>
        </w:tabs>
        <w:rPr>
          <w:rFonts w:ascii="Arial" w:hAnsi="Arial" w:cs="Arial"/>
        </w:rPr>
      </w:pPr>
    </w:p>
    <w:p w:rsidR="00221D4E" w:rsidRDefault="00221D4E" w:rsidP="004852CB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Утвержден </w:t>
      </w:r>
    </w:p>
    <w:p w:rsidR="00221D4E" w:rsidRPr="00BA3759" w:rsidRDefault="00221D4E" w:rsidP="004852CB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решением </w:t>
      </w:r>
      <w:r>
        <w:rPr>
          <w:bCs/>
          <w:szCs w:val="28"/>
        </w:rPr>
        <w:t xml:space="preserve"> Совета депутатов 4 сессии</w:t>
      </w:r>
    </w:p>
    <w:p w:rsidR="00221D4E" w:rsidRPr="00BA3759" w:rsidRDefault="00221D4E" w:rsidP="004852CB">
      <w:pPr>
        <w:jc w:val="right"/>
        <w:rPr>
          <w:bCs/>
          <w:szCs w:val="28"/>
        </w:rPr>
      </w:pPr>
      <w:r>
        <w:rPr>
          <w:bCs/>
          <w:szCs w:val="28"/>
        </w:rPr>
        <w:t xml:space="preserve"> Березовского </w:t>
      </w:r>
      <w:r w:rsidRPr="00BA3759">
        <w:rPr>
          <w:bCs/>
          <w:szCs w:val="28"/>
        </w:rPr>
        <w:t xml:space="preserve">сельсовета Ордынского района </w:t>
      </w:r>
    </w:p>
    <w:p w:rsidR="00221D4E" w:rsidRPr="00BA3759" w:rsidRDefault="00221D4E" w:rsidP="004852CB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Новосибирской области </w:t>
      </w:r>
    </w:p>
    <w:p w:rsidR="00221D4E" w:rsidRPr="00BA3759" w:rsidRDefault="00221D4E" w:rsidP="004852CB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от  </w:t>
      </w:r>
      <w:r>
        <w:rPr>
          <w:bCs/>
          <w:szCs w:val="28"/>
        </w:rPr>
        <w:t>24.12.2015 №4/18</w:t>
      </w:r>
    </w:p>
    <w:p w:rsidR="00221D4E" w:rsidRPr="004852CB" w:rsidRDefault="00221D4E" w:rsidP="004852CB">
      <w:pPr>
        <w:jc w:val="center"/>
        <w:rPr>
          <w:b/>
          <w:bCs/>
          <w:sz w:val="24"/>
          <w:szCs w:val="24"/>
        </w:rPr>
      </w:pPr>
    </w:p>
    <w:p w:rsidR="00221D4E" w:rsidRPr="004852CB" w:rsidRDefault="00221D4E" w:rsidP="004852CB">
      <w:pPr>
        <w:jc w:val="center"/>
        <w:rPr>
          <w:rFonts w:ascii="Calibri" w:hAnsi="Calibri"/>
          <w:sz w:val="24"/>
          <w:szCs w:val="24"/>
        </w:rPr>
      </w:pPr>
      <w:r w:rsidRPr="004852CB">
        <w:rPr>
          <w:b/>
          <w:bCs/>
          <w:sz w:val="24"/>
          <w:szCs w:val="24"/>
        </w:rPr>
        <w:t xml:space="preserve">Порядок </w:t>
      </w:r>
    </w:p>
    <w:p w:rsidR="00221D4E" w:rsidRPr="004852CB" w:rsidRDefault="00221D4E" w:rsidP="004852CB">
      <w:pPr>
        <w:jc w:val="center"/>
        <w:rPr>
          <w:rFonts w:ascii="Calibri" w:hAnsi="Calibri"/>
          <w:sz w:val="24"/>
          <w:szCs w:val="24"/>
        </w:rPr>
      </w:pPr>
      <w:r w:rsidRPr="004852CB">
        <w:rPr>
          <w:b/>
          <w:bCs/>
          <w:sz w:val="24"/>
          <w:szCs w:val="24"/>
        </w:rPr>
        <w:t xml:space="preserve">предоставления межбюджетных трансфертов </w:t>
      </w:r>
    </w:p>
    <w:p w:rsidR="00221D4E" w:rsidRPr="004852CB" w:rsidRDefault="00221D4E" w:rsidP="004852CB">
      <w:pPr>
        <w:jc w:val="center"/>
        <w:rPr>
          <w:rFonts w:ascii="Calibri" w:hAnsi="Calibri"/>
          <w:sz w:val="24"/>
          <w:szCs w:val="24"/>
        </w:rPr>
      </w:pPr>
      <w:r w:rsidRPr="004852CB">
        <w:rPr>
          <w:b/>
          <w:bCs/>
          <w:sz w:val="24"/>
          <w:szCs w:val="24"/>
        </w:rPr>
        <w:t>из бюджета Березовского 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4852CB">
        <w:rPr>
          <w:sz w:val="24"/>
          <w:szCs w:val="24"/>
        </w:rPr>
        <w:t> </w:t>
      </w:r>
      <w:r w:rsidRPr="004852CB">
        <w:rPr>
          <w:b/>
          <w:kern w:val="2"/>
          <w:sz w:val="24"/>
          <w:szCs w:val="24"/>
        </w:rPr>
        <w:t>по осуществлению внешнего муниципального финансового контроля</w:t>
      </w:r>
    </w:p>
    <w:p w:rsidR="00221D4E" w:rsidRPr="004852CB" w:rsidRDefault="00221D4E" w:rsidP="004852CB">
      <w:pPr>
        <w:jc w:val="center"/>
        <w:rPr>
          <w:sz w:val="24"/>
          <w:szCs w:val="24"/>
        </w:rPr>
      </w:pPr>
    </w:p>
    <w:p w:rsidR="00221D4E" w:rsidRPr="004852CB" w:rsidRDefault="00221D4E" w:rsidP="004852CB">
      <w:pPr>
        <w:jc w:val="center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> </w:t>
      </w:r>
      <w:r w:rsidRPr="004852CB">
        <w:rPr>
          <w:b/>
          <w:bCs/>
          <w:sz w:val="24"/>
          <w:szCs w:val="24"/>
        </w:rPr>
        <w:t>1.  Общие положения</w:t>
      </w:r>
    </w:p>
    <w:p w:rsidR="00221D4E" w:rsidRPr="004852CB" w:rsidRDefault="00221D4E" w:rsidP="004852CB">
      <w:pPr>
        <w:spacing w:before="100"/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 xml:space="preserve">1.1. Настоящий Порядок определяет общие условия предоставления межбюджетных трансфертов  из </w:t>
      </w:r>
      <w:r w:rsidRPr="004852CB">
        <w:rPr>
          <w:color w:val="000000"/>
          <w:sz w:val="24"/>
          <w:szCs w:val="24"/>
        </w:rPr>
        <w:t xml:space="preserve">бюджета Березовского  сельсовета Ордынского района Новосибирской области (далее – бюджет поселения) в бюджет Ордынского района Новосибирской области (далее – бюджет района) </w:t>
      </w:r>
      <w:r w:rsidRPr="004852CB">
        <w:rPr>
          <w:sz w:val="24"/>
          <w:szCs w:val="24"/>
        </w:rPr>
        <w:t>на осуществление полномочий по решению отдельных вопросов местного значения в соответствии с Методикой расчета, являющейся неотъемлемой частью к настоящему Порядку.</w:t>
      </w:r>
    </w:p>
    <w:p w:rsidR="00221D4E" w:rsidRPr="004852CB" w:rsidRDefault="00221D4E" w:rsidP="004852CB">
      <w:pPr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>1.2.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221D4E" w:rsidRPr="004852CB" w:rsidRDefault="00221D4E" w:rsidP="004852CB">
      <w:pPr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>1.3. Межбюджетные трансферты из бюджета поселения в бюджет Ордынского района  Новосибирской области предоставляются в форме иных межбюджетных трансфертов.</w:t>
      </w:r>
    </w:p>
    <w:p w:rsidR="00221D4E" w:rsidRPr="004852CB" w:rsidRDefault="00221D4E" w:rsidP="004852CB">
      <w:pPr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>1.4. Предоставление межбюджетных трансфертов по осуществлению внешнего муниципального финансового контроля осуществляется в пределах бюджетных ассигнований и лимитов бюджетных обязательств на  указанные  цели, предусмотренные на очередной финансовый год.</w:t>
      </w:r>
    </w:p>
    <w:p w:rsidR="00221D4E" w:rsidRPr="004852CB" w:rsidRDefault="00221D4E" w:rsidP="004852CB">
      <w:pPr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 xml:space="preserve">1.5. Размеры  межбюджетных трансфертов, передаваемых из бюджета поселения бюджету Ордынского района, устанавливаются решением Совета депутатов Березовского сельсовета Ордынского района Новосибирской области (далее – решение Совета поселения)_«О бюджете  Березовского сельсовета Ордынского района Новосибирской области на очередной финансовый год и плановый период, а также решением Совета депутатов поселения о внесении изменений в решение о бюджете поселения на очередной финансовый год и плановый период. </w:t>
      </w:r>
    </w:p>
    <w:p w:rsidR="00221D4E" w:rsidRPr="004852CB" w:rsidRDefault="00221D4E" w:rsidP="004852CB">
      <w:pPr>
        <w:ind w:firstLine="567"/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> </w:t>
      </w:r>
    </w:p>
    <w:p w:rsidR="00221D4E" w:rsidRPr="004852CB" w:rsidRDefault="00221D4E" w:rsidP="004852CB">
      <w:pPr>
        <w:ind w:firstLine="567"/>
        <w:jc w:val="center"/>
        <w:rPr>
          <w:b/>
          <w:bCs/>
          <w:sz w:val="24"/>
          <w:szCs w:val="24"/>
        </w:rPr>
      </w:pPr>
      <w:r w:rsidRPr="004852CB">
        <w:rPr>
          <w:b/>
          <w:bCs/>
          <w:sz w:val="24"/>
          <w:szCs w:val="24"/>
        </w:rPr>
        <w:t>2.  Условия предоставления  межбюджетных трансфертов</w:t>
      </w:r>
    </w:p>
    <w:p w:rsidR="00221D4E" w:rsidRPr="004852CB" w:rsidRDefault="00221D4E" w:rsidP="004852CB">
      <w:pPr>
        <w:ind w:firstLine="567"/>
        <w:jc w:val="center"/>
        <w:rPr>
          <w:rFonts w:ascii="Calibri" w:hAnsi="Calibri"/>
          <w:sz w:val="24"/>
          <w:szCs w:val="24"/>
        </w:rPr>
      </w:pPr>
    </w:p>
    <w:p w:rsidR="00221D4E" w:rsidRPr="004852CB" w:rsidRDefault="00221D4E" w:rsidP="004852CB">
      <w:pPr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>2.1. Предоставление межбюджетных трансфертов из бюджета поселения  осуществляется за счет собственных доходов, дотаций, субсидий и источников финансирования дефицита бюджета поселения, предусмотренных в бюджете поселения на исполнение соответствующих полномочий по решению вопросов местного значения.</w:t>
      </w:r>
    </w:p>
    <w:p w:rsidR="00221D4E" w:rsidRPr="004852CB" w:rsidRDefault="00221D4E" w:rsidP="004852CB">
      <w:pPr>
        <w:jc w:val="both"/>
        <w:rPr>
          <w:bCs/>
          <w:sz w:val="24"/>
          <w:szCs w:val="24"/>
        </w:rPr>
      </w:pPr>
      <w:r w:rsidRPr="004852CB">
        <w:rPr>
          <w:sz w:val="24"/>
          <w:szCs w:val="24"/>
        </w:rPr>
        <w:t xml:space="preserve">2.2. Предоставление межбюджетных трансфертов из бюджета поселения осуществляется при условии заключения Соглашения  </w:t>
      </w:r>
      <w:r w:rsidRPr="004852CB">
        <w:rPr>
          <w:bCs/>
          <w:sz w:val="24"/>
          <w:szCs w:val="24"/>
        </w:rPr>
        <w:t xml:space="preserve">о передаче </w:t>
      </w:r>
      <w:r w:rsidRPr="004852CB">
        <w:rPr>
          <w:bCs/>
          <w:color w:val="000000"/>
          <w:spacing w:val="-3"/>
          <w:sz w:val="24"/>
          <w:szCs w:val="24"/>
        </w:rPr>
        <w:t xml:space="preserve">ревизионной комиссии Ордынского района Новосибирской области полномочий ревизионной комиссии Березовского сельсовета Ордынского района Новосибирской области по осуществлению внешнего </w:t>
      </w:r>
      <w:r w:rsidRPr="004852CB">
        <w:rPr>
          <w:bCs/>
          <w:sz w:val="24"/>
          <w:szCs w:val="24"/>
        </w:rPr>
        <w:t>муниципального финансового контроля.</w:t>
      </w:r>
    </w:p>
    <w:p w:rsidR="00221D4E" w:rsidRPr="004852CB" w:rsidRDefault="00221D4E" w:rsidP="004852CB">
      <w:pPr>
        <w:jc w:val="both"/>
        <w:rPr>
          <w:rFonts w:ascii="Calibri" w:hAnsi="Calibri"/>
          <w:sz w:val="24"/>
          <w:szCs w:val="24"/>
        </w:rPr>
      </w:pPr>
      <w:r w:rsidRPr="004852CB">
        <w:rPr>
          <w:sz w:val="24"/>
          <w:szCs w:val="24"/>
        </w:rPr>
        <w:t> </w:t>
      </w:r>
    </w:p>
    <w:p w:rsidR="00221D4E" w:rsidRPr="004852CB" w:rsidRDefault="00221D4E" w:rsidP="004852CB">
      <w:pPr>
        <w:ind w:firstLine="567"/>
        <w:jc w:val="center"/>
        <w:rPr>
          <w:b/>
          <w:bCs/>
          <w:sz w:val="24"/>
          <w:szCs w:val="24"/>
        </w:rPr>
      </w:pPr>
      <w:r w:rsidRPr="004852CB">
        <w:rPr>
          <w:b/>
          <w:bCs/>
          <w:sz w:val="24"/>
          <w:szCs w:val="24"/>
        </w:rPr>
        <w:t>3.  Порядок определения размера   межбюджетных трансфертов</w:t>
      </w:r>
    </w:p>
    <w:p w:rsidR="00221D4E" w:rsidRPr="004852CB" w:rsidRDefault="00221D4E" w:rsidP="004852CB">
      <w:pPr>
        <w:ind w:firstLine="567"/>
        <w:jc w:val="center"/>
        <w:rPr>
          <w:rFonts w:ascii="Calibri" w:hAnsi="Calibri"/>
          <w:sz w:val="24"/>
          <w:szCs w:val="24"/>
        </w:rPr>
      </w:pPr>
    </w:p>
    <w:p w:rsidR="00221D4E" w:rsidRPr="004852CB" w:rsidRDefault="00221D4E" w:rsidP="004852CB">
      <w:pPr>
        <w:jc w:val="both"/>
        <w:rPr>
          <w:kern w:val="2"/>
          <w:sz w:val="24"/>
          <w:szCs w:val="24"/>
        </w:rPr>
      </w:pPr>
      <w:r w:rsidRPr="004852CB">
        <w:rPr>
          <w:color w:val="000000"/>
          <w:spacing w:val="-3"/>
          <w:sz w:val="24"/>
          <w:szCs w:val="24"/>
        </w:rPr>
        <w:t>3.1. Объем межбюджетных трансфертов на очередной финансовый год, предоставляемых из бюджета поселения в бюджет Ордынского района на осуществление полномочий</w:t>
      </w:r>
      <w:r w:rsidRPr="004852CB">
        <w:rPr>
          <w:b/>
          <w:kern w:val="2"/>
          <w:sz w:val="24"/>
          <w:szCs w:val="24"/>
        </w:rPr>
        <w:t xml:space="preserve"> </w:t>
      </w:r>
      <w:r w:rsidRPr="004852CB">
        <w:rPr>
          <w:kern w:val="2"/>
          <w:sz w:val="24"/>
          <w:szCs w:val="24"/>
        </w:rPr>
        <w:t>по осуществлению внешнего муниципального финансового контроля</w:t>
      </w:r>
      <w:r w:rsidRPr="004852CB">
        <w:rPr>
          <w:color w:val="000000"/>
          <w:spacing w:val="-3"/>
          <w:sz w:val="24"/>
          <w:szCs w:val="24"/>
        </w:rPr>
        <w:t>, предусмотренных Соглашением,  определяется исходя из размера денежного содержания работника ревизионной комиссии района, непосредственно осуществляющего полномочия, предусмотренные Соглашением, в расчете на год, согласно Методики</w:t>
      </w:r>
      <w:r w:rsidRPr="004852CB">
        <w:rPr>
          <w:kern w:val="2"/>
          <w:sz w:val="24"/>
          <w:szCs w:val="24"/>
        </w:rPr>
        <w:t xml:space="preserve"> 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контроля.</w:t>
      </w:r>
    </w:p>
    <w:p w:rsidR="00221D4E" w:rsidRPr="004852CB" w:rsidRDefault="00221D4E" w:rsidP="004852CB">
      <w:pPr>
        <w:shd w:val="clear" w:color="auto" w:fill="FFFFFF"/>
        <w:jc w:val="both"/>
        <w:rPr>
          <w:sz w:val="24"/>
          <w:szCs w:val="24"/>
        </w:rPr>
      </w:pPr>
      <w:r w:rsidRPr="004852CB">
        <w:rPr>
          <w:color w:val="000000"/>
          <w:spacing w:val="-3"/>
          <w:sz w:val="24"/>
          <w:szCs w:val="24"/>
        </w:rPr>
        <w:t xml:space="preserve">3.2. </w:t>
      </w:r>
      <w:r w:rsidRPr="004852CB">
        <w:rPr>
          <w:sz w:val="24"/>
          <w:szCs w:val="24"/>
        </w:rPr>
        <w:t xml:space="preserve">Расчетный объем </w:t>
      </w:r>
      <w:r w:rsidRPr="004852CB">
        <w:rPr>
          <w:color w:val="000000"/>
          <w:spacing w:val="-3"/>
          <w:sz w:val="24"/>
          <w:szCs w:val="24"/>
        </w:rPr>
        <w:t>межбюджетных трансфертов</w:t>
      </w:r>
      <w:r w:rsidRPr="004852CB">
        <w:rPr>
          <w:sz w:val="24"/>
          <w:szCs w:val="24"/>
        </w:rPr>
        <w:t xml:space="preserve"> подлежит ежегодному расчету и уточнению и доводится до Совета депутатов поселения не позднее, чем за 3 месяца до начала очередного года, что оформляется дополнительным соглашением. </w:t>
      </w:r>
    </w:p>
    <w:p w:rsidR="00221D4E" w:rsidRPr="004852CB" w:rsidRDefault="00221D4E" w:rsidP="004852CB">
      <w:pPr>
        <w:shd w:val="clear" w:color="auto" w:fill="FFFFFF"/>
        <w:jc w:val="both"/>
        <w:rPr>
          <w:color w:val="000000"/>
          <w:spacing w:val="-3"/>
          <w:sz w:val="24"/>
          <w:szCs w:val="24"/>
        </w:rPr>
      </w:pPr>
      <w:r w:rsidRPr="004852CB">
        <w:rPr>
          <w:color w:val="000000"/>
          <w:spacing w:val="-3"/>
          <w:sz w:val="24"/>
          <w:szCs w:val="24"/>
        </w:rPr>
        <w:t>3.3. Межбюджетные трансферты зачисляются в бюджет Ордынского района по коду бюджетной классификации доходов 444 2 02 04014 05 0000 151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221D4E" w:rsidRPr="004852CB" w:rsidRDefault="00221D4E" w:rsidP="004852CB">
      <w:pPr>
        <w:shd w:val="clear" w:color="auto" w:fill="FFFFFF"/>
        <w:jc w:val="both"/>
        <w:rPr>
          <w:color w:val="000000"/>
          <w:spacing w:val="-3"/>
          <w:sz w:val="24"/>
          <w:szCs w:val="24"/>
        </w:rPr>
      </w:pPr>
      <w:r w:rsidRPr="004852CB">
        <w:rPr>
          <w:color w:val="000000"/>
          <w:spacing w:val="-3"/>
          <w:sz w:val="24"/>
          <w:szCs w:val="24"/>
        </w:rPr>
        <w:t xml:space="preserve">3.4. Межбюджетные трансферты бюджету Ордынского района на осуществление переданных полномочий в объеме, определенном в соответствии с дополнительным соглашением и Методикой </w:t>
      </w:r>
      <w:r w:rsidRPr="004852CB">
        <w:rPr>
          <w:kern w:val="2"/>
          <w:sz w:val="24"/>
          <w:szCs w:val="24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 w:rsidRPr="004852CB">
        <w:rPr>
          <w:color w:val="000000"/>
          <w:spacing w:val="-3"/>
          <w:sz w:val="24"/>
          <w:szCs w:val="24"/>
        </w:rPr>
        <w:t>, перечисляются в бюджет Ордынского района в срок до 1 апреля текущего года.</w:t>
      </w:r>
    </w:p>
    <w:p w:rsidR="00221D4E" w:rsidRPr="004852CB" w:rsidRDefault="00221D4E" w:rsidP="004852CB">
      <w:pPr>
        <w:shd w:val="clear" w:color="auto" w:fill="FFFFFF"/>
        <w:jc w:val="both"/>
        <w:rPr>
          <w:color w:val="000000"/>
          <w:spacing w:val="-3"/>
          <w:sz w:val="24"/>
          <w:szCs w:val="24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jc w:val="center"/>
        <w:rPr>
          <w:sz w:val="24"/>
          <w:szCs w:val="24"/>
          <w:highlight w:val="yellow"/>
        </w:rPr>
      </w:pPr>
    </w:p>
    <w:p w:rsidR="00221D4E" w:rsidRPr="004852CB" w:rsidRDefault="00221D4E" w:rsidP="004852CB">
      <w:pPr>
        <w:ind w:left="5640"/>
        <w:rPr>
          <w:sz w:val="24"/>
          <w:szCs w:val="24"/>
        </w:rPr>
      </w:pPr>
      <w:bookmarkStart w:id="0" w:name="_GoBack"/>
      <w:bookmarkEnd w:id="0"/>
      <w:r w:rsidRPr="004852C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</w:t>
      </w:r>
      <w:r w:rsidRPr="004852CB">
        <w:rPr>
          <w:sz w:val="24"/>
          <w:szCs w:val="24"/>
        </w:rPr>
        <w:t>Приложение</w:t>
      </w:r>
    </w:p>
    <w:p w:rsidR="00221D4E" w:rsidRPr="004852CB" w:rsidRDefault="00221D4E" w:rsidP="004852CB">
      <w:pPr>
        <w:jc w:val="right"/>
        <w:rPr>
          <w:bCs/>
          <w:sz w:val="24"/>
          <w:szCs w:val="24"/>
        </w:rPr>
      </w:pPr>
      <w:r w:rsidRPr="004852CB">
        <w:rPr>
          <w:sz w:val="24"/>
          <w:szCs w:val="24"/>
        </w:rPr>
        <w:t xml:space="preserve">к Порядку </w:t>
      </w:r>
      <w:r w:rsidRPr="004852CB">
        <w:rPr>
          <w:bCs/>
          <w:sz w:val="24"/>
          <w:szCs w:val="24"/>
        </w:rPr>
        <w:t>предоставления</w:t>
      </w:r>
    </w:p>
    <w:p w:rsidR="00221D4E" w:rsidRPr="004852CB" w:rsidRDefault="00221D4E" w:rsidP="004852CB">
      <w:pPr>
        <w:jc w:val="right"/>
        <w:rPr>
          <w:bCs/>
          <w:sz w:val="24"/>
          <w:szCs w:val="24"/>
        </w:rPr>
      </w:pPr>
      <w:r w:rsidRPr="004852CB">
        <w:rPr>
          <w:bCs/>
          <w:sz w:val="24"/>
          <w:szCs w:val="24"/>
        </w:rPr>
        <w:t xml:space="preserve"> межбюджетных трансфертов </w:t>
      </w:r>
    </w:p>
    <w:p w:rsidR="00221D4E" w:rsidRPr="004852CB" w:rsidRDefault="00221D4E" w:rsidP="004852CB">
      <w:pPr>
        <w:jc w:val="right"/>
        <w:rPr>
          <w:bCs/>
          <w:sz w:val="24"/>
          <w:szCs w:val="24"/>
        </w:rPr>
      </w:pPr>
      <w:r w:rsidRPr="004852CB">
        <w:rPr>
          <w:rFonts w:ascii="Calibri" w:hAnsi="Calibri"/>
          <w:sz w:val="24"/>
          <w:szCs w:val="24"/>
        </w:rPr>
        <w:t xml:space="preserve"> </w:t>
      </w:r>
      <w:r w:rsidRPr="004852CB">
        <w:rPr>
          <w:bCs/>
          <w:sz w:val="24"/>
          <w:szCs w:val="24"/>
        </w:rPr>
        <w:t>из бюджета  Березовского сельсовета</w:t>
      </w:r>
      <w:r w:rsidRPr="004852CB">
        <w:rPr>
          <w:rFonts w:ascii="Calibri" w:hAnsi="Calibri"/>
          <w:sz w:val="24"/>
          <w:szCs w:val="24"/>
        </w:rPr>
        <w:t xml:space="preserve"> </w:t>
      </w:r>
      <w:r w:rsidRPr="004852CB">
        <w:rPr>
          <w:bCs/>
          <w:sz w:val="24"/>
          <w:szCs w:val="24"/>
        </w:rPr>
        <w:t xml:space="preserve"> </w:t>
      </w:r>
    </w:p>
    <w:p w:rsidR="00221D4E" w:rsidRPr="004852CB" w:rsidRDefault="00221D4E" w:rsidP="004852CB">
      <w:pPr>
        <w:jc w:val="right"/>
        <w:rPr>
          <w:bCs/>
          <w:sz w:val="24"/>
          <w:szCs w:val="24"/>
        </w:rPr>
      </w:pPr>
      <w:r w:rsidRPr="004852CB">
        <w:rPr>
          <w:bCs/>
          <w:sz w:val="24"/>
          <w:szCs w:val="24"/>
        </w:rPr>
        <w:t>Ордынского района  Новосибирской области</w:t>
      </w:r>
    </w:p>
    <w:p w:rsidR="00221D4E" w:rsidRPr="004852CB" w:rsidRDefault="00221D4E" w:rsidP="004852CB">
      <w:pPr>
        <w:jc w:val="right"/>
        <w:rPr>
          <w:bCs/>
          <w:sz w:val="24"/>
          <w:szCs w:val="24"/>
        </w:rPr>
      </w:pPr>
      <w:r w:rsidRPr="004852CB">
        <w:rPr>
          <w:bCs/>
          <w:sz w:val="24"/>
          <w:szCs w:val="24"/>
        </w:rPr>
        <w:t xml:space="preserve"> в бюджет Ордынского района Новосибирской области</w:t>
      </w:r>
    </w:p>
    <w:p w:rsidR="00221D4E" w:rsidRPr="004852CB" w:rsidRDefault="00221D4E" w:rsidP="004852CB">
      <w:pPr>
        <w:jc w:val="right"/>
        <w:rPr>
          <w:sz w:val="24"/>
          <w:szCs w:val="24"/>
        </w:rPr>
      </w:pPr>
      <w:r w:rsidRPr="004852CB">
        <w:rPr>
          <w:bCs/>
          <w:sz w:val="24"/>
          <w:szCs w:val="24"/>
        </w:rPr>
        <w:t xml:space="preserve"> на осуществление переданных полномочий</w:t>
      </w:r>
      <w:r w:rsidRPr="004852CB">
        <w:rPr>
          <w:sz w:val="24"/>
          <w:szCs w:val="24"/>
        </w:rPr>
        <w:t> </w:t>
      </w:r>
    </w:p>
    <w:p w:rsidR="00221D4E" w:rsidRPr="004852CB" w:rsidRDefault="00221D4E" w:rsidP="004852CB">
      <w:pPr>
        <w:jc w:val="right"/>
        <w:rPr>
          <w:kern w:val="2"/>
          <w:sz w:val="24"/>
          <w:szCs w:val="24"/>
        </w:rPr>
      </w:pPr>
      <w:r w:rsidRPr="004852CB">
        <w:rPr>
          <w:kern w:val="2"/>
          <w:sz w:val="24"/>
          <w:szCs w:val="24"/>
        </w:rPr>
        <w:t xml:space="preserve">по осуществлению </w:t>
      </w:r>
      <w:r w:rsidRPr="004852CB">
        <w:rPr>
          <w:bCs/>
          <w:sz w:val="24"/>
          <w:szCs w:val="24"/>
        </w:rPr>
        <w:t xml:space="preserve"> </w:t>
      </w:r>
      <w:r w:rsidRPr="004852CB">
        <w:rPr>
          <w:kern w:val="2"/>
          <w:sz w:val="24"/>
          <w:szCs w:val="24"/>
        </w:rPr>
        <w:t xml:space="preserve">внешнего муниципального </w:t>
      </w:r>
    </w:p>
    <w:p w:rsidR="00221D4E" w:rsidRPr="004852CB" w:rsidRDefault="00221D4E" w:rsidP="004852CB">
      <w:pPr>
        <w:jc w:val="right"/>
        <w:rPr>
          <w:bCs/>
          <w:sz w:val="24"/>
          <w:szCs w:val="24"/>
        </w:rPr>
      </w:pPr>
      <w:r w:rsidRPr="004852CB">
        <w:rPr>
          <w:kern w:val="2"/>
          <w:sz w:val="24"/>
          <w:szCs w:val="24"/>
        </w:rPr>
        <w:t>финансового контроля</w:t>
      </w:r>
    </w:p>
    <w:p w:rsidR="00221D4E" w:rsidRPr="004852CB" w:rsidRDefault="00221D4E" w:rsidP="004852CB">
      <w:pPr>
        <w:ind w:left="5640"/>
        <w:rPr>
          <w:sz w:val="24"/>
          <w:szCs w:val="24"/>
        </w:rPr>
      </w:pPr>
    </w:p>
    <w:p w:rsidR="00221D4E" w:rsidRPr="004852CB" w:rsidRDefault="00221D4E" w:rsidP="004852CB">
      <w:pPr>
        <w:spacing w:after="120"/>
        <w:jc w:val="center"/>
        <w:rPr>
          <w:b/>
          <w:kern w:val="2"/>
          <w:sz w:val="24"/>
          <w:szCs w:val="24"/>
        </w:rPr>
      </w:pPr>
      <w:r w:rsidRPr="004852CB">
        <w:rPr>
          <w:b/>
          <w:kern w:val="2"/>
          <w:sz w:val="24"/>
          <w:szCs w:val="24"/>
        </w:rPr>
        <w:t>Методика расчета</w:t>
      </w:r>
    </w:p>
    <w:p w:rsidR="00221D4E" w:rsidRPr="004852CB" w:rsidRDefault="00221D4E" w:rsidP="004852CB">
      <w:pPr>
        <w:spacing w:after="120"/>
        <w:jc w:val="center"/>
        <w:rPr>
          <w:b/>
          <w:kern w:val="2"/>
          <w:sz w:val="24"/>
          <w:szCs w:val="24"/>
        </w:rPr>
      </w:pPr>
      <w:r w:rsidRPr="004852CB">
        <w:rPr>
          <w:b/>
          <w:kern w:val="2"/>
          <w:sz w:val="24"/>
          <w:szCs w:val="24"/>
        </w:rPr>
        <w:t>ежегодного объема межбюджетных трансфертов, предназначенных для передачи из бюджета  Березовского сельсовета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финансового контроля</w:t>
      </w:r>
    </w:p>
    <w:p w:rsidR="00221D4E" w:rsidRPr="004852CB" w:rsidRDefault="00221D4E" w:rsidP="004852CB">
      <w:pPr>
        <w:spacing w:after="120"/>
        <w:rPr>
          <w:b/>
          <w:kern w:val="2"/>
          <w:sz w:val="24"/>
          <w:szCs w:val="24"/>
        </w:rPr>
      </w:pPr>
    </w:p>
    <w:p w:rsidR="00221D4E" w:rsidRPr="004852CB" w:rsidRDefault="00221D4E" w:rsidP="004852CB">
      <w:pPr>
        <w:spacing w:after="120"/>
        <w:ind w:firstLine="284"/>
        <w:jc w:val="both"/>
        <w:rPr>
          <w:kern w:val="2"/>
          <w:sz w:val="24"/>
          <w:szCs w:val="24"/>
        </w:rPr>
      </w:pPr>
      <w:r w:rsidRPr="004852CB">
        <w:rPr>
          <w:kern w:val="2"/>
          <w:sz w:val="24"/>
          <w:szCs w:val="24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 полномочий по внешнему муниципальному финансовому контролю.</w:t>
      </w:r>
    </w:p>
    <w:p w:rsidR="00221D4E" w:rsidRPr="004852CB" w:rsidRDefault="00221D4E" w:rsidP="004852CB">
      <w:pPr>
        <w:ind w:left="-750"/>
        <w:rPr>
          <w:kern w:val="2"/>
          <w:sz w:val="24"/>
          <w:szCs w:val="24"/>
        </w:rPr>
      </w:pPr>
    </w:p>
    <w:p w:rsidR="00221D4E" w:rsidRPr="004852CB" w:rsidRDefault="00221D4E" w:rsidP="004852CB">
      <w:pPr>
        <w:ind w:hanging="45"/>
        <w:jc w:val="both"/>
        <w:rPr>
          <w:kern w:val="2"/>
          <w:sz w:val="24"/>
          <w:szCs w:val="24"/>
        </w:rPr>
      </w:pPr>
      <w:r w:rsidRPr="004852CB">
        <w:rPr>
          <w:b/>
          <w:kern w:val="2"/>
          <w:sz w:val="24"/>
          <w:szCs w:val="24"/>
          <w:lang w:val="en-US"/>
        </w:rPr>
        <w:t>S</w:t>
      </w:r>
      <w:r w:rsidRPr="004852CB">
        <w:rPr>
          <w:b/>
          <w:kern w:val="2"/>
          <w:sz w:val="24"/>
          <w:szCs w:val="24"/>
        </w:rPr>
        <w:t xml:space="preserve">= </w:t>
      </w:r>
      <w:r w:rsidRPr="004852CB">
        <w:rPr>
          <w:b/>
          <w:kern w:val="2"/>
          <w:sz w:val="24"/>
          <w:szCs w:val="24"/>
          <w:lang w:val="en-US"/>
        </w:rPr>
        <w:t>R</w:t>
      </w:r>
      <w:r w:rsidRPr="004852CB">
        <w:rPr>
          <w:b/>
          <w:kern w:val="2"/>
          <w:sz w:val="24"/>
          <w:szCs w:val="24"/>
        </w:rPr>
        <w:t>/Чр*Чп,</w:t>
      </w:r>
      <w:r w:rsidRPr="004852CB">
        <w:rPr>
          <w:kern w:val="2"/>
          <w:sz w:val="24"/>
          <w:szCs w:val="24"/>
        </w:rPr>
        <w:t xml:space="preserve"> где </w:t>
      </w:r>
    </w:p>
    <w:p w:rsidR="00221D4E" w:rsidRPr="004852CB" w:rsidRDefault="00221D4E" w:rsidP="004852CB">
      <w:pPr>
        <w:ind w:hanging="45"/>
        <w:jc w:val="both"/>
        <w:rPr>
          <w:kern w:val="2"/>
          <w:sz w:val="24"/>
          <w:szCs w:val="24"/>
        </w:rPr>
      </w:pPr>
      <w:r w:rsidRPr="004852CB">
        <w:rPr>
          <w:kern w:val="2"/>
          <w:sz w:val="24"/>
          <w:szCs w:val="24"/>
          <w:lang w:val="en-US"/>
        </w:rPr>
        <w:t>S</w:t>
      </w:r>
      <w:r w:rsidRPr="004852CB">
        <w:rPr>
          <w:kern w:val="2"/>
          <w:sz w:val="24"/>
          <w:szCs w:val="24"/>
        </w:rPr>
        <w:t xml:space="preserve"> - сумма передаваемых межбюджетных трансфертов,</w:t>
      </w:r>
    </w:p>
    <w:p w:rsidR="00221D4E" w:rsidRPr="004852CB" w:rsidRDefault="00221D4E" w:rsidP="004852CB">
      <w:pPr>
        <w:ind w:hanging="45"/>
        <w:jc w:val="both"/>
        <w:rPr>
          <w:kern w:val="2"/>
          <w:sz w:val="24"/>
          <w:szCs w:val="24"/>
        </w:rPr>
      </w:pPr>
      <w:r w:rsidRPr="004852CB">
        <w:rPr>
          <w:kern w:val="2"/>
          <w:sz w:val="24"/>
          <w:szCs w:val="24"/>
          <w:lang w:val="en-US"/>
        </w:rPr>
        <w:t>R</w:t>
      </w:r>
      <w:r w:rsidRPr="004852CB">
        <w:rPr>
          <w:kern w:val="2"/>
          <w:sz w:val="24"/>
          <w:szCs w:val="24"/>
        </w:rPr>
        <w:t xml:space="preserve"> - фонд оплаты труда аудитора с начислениями, в соответствии с </w:t>
      </w:r>
      <w:r w:rsidRPr="004852CB">
        <w:rPr>
          <w:sz w:val="24"/>
          <w:szCs w:val="24"/>
        </w:rPr>
        <w:t>Постановлением администрации Новосибирской области от 28.12.2007 № 206-па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области»</w:t>
      </w:r>
      <w:r w:rsidRPr="004852CB">
        <w:rPr>
          <w:kern w:val="2"/>
          <w:sz w:val="24"/>
          <w:szCs w:val="24"/>
        </w:rPr>
        <w:t>, Положением об оплате труда в органах местного самоуправления, утвержденного решением Совета депутатов Ордынского района Новосибирской области от 18 июня 2010 года №18.</w:t>
      </w:r>
    </w:p>
    <w:p w:rsidR="00221D4E" w:rsidRPr="004852CB" w:rsidRDefault="00221D4E" w:rsidP="004852CB">
      <w:pPr>
        <w:jc w:val="both"/>
        <w:rPr>
          <w:kern w:val="2"/>
          <w:sz w:val="24"/>
          <w:szCs w:val="24"/>
        </w:rPr>
      </w:pPr>
      <w:r w:rsidRPr="004852CB">
        <w:rPr>
          <w:kern w:val="2"/>
          <w:sz w:val="24"/>
          <w:szCs w:val="24"/>
        </w:rPr>
        <w:t>Чр - численность населения в Ордынском районе по состоянию на 1 января текущего года;</w:t>
      </w:r>
    </w:p>
    <w:p w:rsidR="00221D4E" w:rsidRPr="004852CB" w:rsidRDefault="00221D4E" w:rsidP="004852CB">
      <w:pPr>
        <w:jc w:val="both"/>
        <w:rPr>
          <w:kern w:val="2"/>
          <w:sz w:val="24"/>
          <w:szCs w:val="24"/>
        </w:rPr>
      </w:pPr>
      <w:r w:rsidRPr="004852CB">
        <w:rPr>
          <w:kern w:val="2"/>
          <w:sz w:val="24"/>
          <w:szCs w:val="24"/>
        </w:rPr>
        <w:t>Чп – численность населения</w:t>
      </w:r>
      <w:r w:rsidRPr="004852CB">
        <w:rPr>
          <w:color w:val="FF0000"/>
          <w:kern w:val="2"/>
          <w:sz w:val="24"/>
          <w:szCs w:val="24"/>
        </w:rPr>
        <w:t xml:space="preserve"> </w:t>
      </w:r>
      <w:r w:rsidRPr="004852CB">
        <w:rPr>
          <w:kern w:val="2"/>
          <w:sz w:val="24"/>
          <w:szCs w:val="24"/>
        </w:rPr>
        <w:t>на территории Березовского  сельсовета Ордынского района Новосибирской области по состоянию на 1 января текущего года.</w:t>
      </w:r>
    </w:p>
    <w:p w:rsidR="00221D4E" w:rsidRPr="004852CB" w:rsidRDefault="00221D4E" w:rsidP="004852CB">
      <w:pPr>
        <w:tabs>
          <w:tab w:val="center" w:pos="4677"/>
        </w:tabs>
        <w:rPr>
          <w:rFonts w:ascii="Arial" w:hAnsi="Arial" w:cs="Arial"/>
          <w:sz w:val="24"/>
          <w:szCs w:val="24"/>
        </w:rPr>
      </w:pPr>
      <w:r w:rsidRPr="004852CB">
        <w:rPr>
          <w:kern w:val="2"/>
          <w:sz w:val="24"/>
          <w:szCs w:val="24"/>
        </w:rPr>
        <w:t>__________________________________________________________________</w:t>
      </w:r>
    </w:p>
    <w:p w:rsidR="00221D4E" w:rsidRPr="004852CB" w:rsidRDefault="00221D4E" w:rsidP="008332C3">
      <w:pPr>
        <w:jc w:val="both"/>
        <w:rPr>
          <w:sz w:val="24"/>
          <w:szCs w:val="24"/>
        </w:rPr>
      </w:pPr>
    </w:p>
    <w:p w:rsidR="00221D4E" w:rsidRPr="004852CB" w:rsidRDefault="00221D4E">
      <w:pPr>
        <w:rPr>
          <w:sz w:val="24"/>
          <w:szCs w:val="24"/>
        </w:rPr>
      </w:pPr>
    </w:p>
    <w:sectPr w:rsidR="00221D4E" w:rsidRPr="004852CB" w:rsidSect="0016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2C3"/>
    <w:rsid w:val="000739A8"/>
    <w:rsid w:val="00106D3B"/>
    <w:rsid w:val="00120C50"/>
    <w:rsid w:val="00141D13"/>
    <w:rsid w:val="00165666"/>
    <w:rsid w:val="00221D4E"/>
    <w:rsid w:val="0027051F"/>
    <w:rsid w:val="003A598F"/>
    <w:rsid w:val="004852CB"/>
    <w:rsid w:val="004939AB"/>
    <w:rsid w:val="007A293C"/>
    <w:rsid w:val="008332C3"/>
    <w:rsid w:val="00930C48"/>
    <w:rsid w:val="00961D86"/>
    <w:rsid w:val="009E37A1"/>
    <w:rsid w:val="00A80439"/>
    <w:rsid w:val="00AC011C"/>
    <w:rsid w:val="00B11E72"/>
    <w:rsid w:val="00BA3759"/>
    <w:rsid w:val="00BE5A6E"/>
    <w:rsid w:val="00C21B7B"/>
    <w:rsid w:val="00C6692D"/>
    <w:rsid w:val="00D33B8F"/>
    <w:rsid w:val="00D80537"/>
    <w:rsid w:val="00DE6BA9"/>
    <w:rsid w:val="00E20866"/>
    <w:rsid w:val="00E50631"/>
    <w:rsid w:val="00E85A81"/>
    <w:rsid w:val="00F3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332C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332C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36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6BA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</Pages>
  <Words>1225</Words>
  <Characters>6985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SamLab.ws</cp:lastModifiedBy>
  <cp:revision>6</cp:revision>
  <cp:lastPrinted>2016-02-02T06:09:00Z</cp:lastPrinted>
  <dcterms:created xsi:type="dcterms:W3CDTF">2015-12-17T11:36:00Z</dcterms:created>
  <dcterms:modified xsi:type="dcterms:W3CDTF">2016-02-02T06:10:00Z</dcterms:modified>
</cp:coreProperties>
</file>