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01D" w:rsidRDefault="000A301D" w:rsidP="00765F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301D" w:rsidRPr="003129CD" w:rsidRDefault="000A301D" w:rsidP="003129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СОВЕТ  ДЕПУТАТОВ</w:t>
      </w:r>
    </w:p>
    <w:p w:rsidR="000A301D" w:rsidRPr="003129CD" w:rsidRDefault="000A301D" w:rsidP="003129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 xml:space="preserve"> БЕРЕЗОВСКОГО    СЕЛЬСОВЕТА  </w:t>
      </w:r>
    </w:p>
    <w:p w:rsidR="000A301D" w:rsidRPr="003129CD" w:rsidRDefault="000A301D" w:rsidP="003129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ОРДЫНСКОГО  РАЙОНА  НОВОСИБИРСКОЙ   ОБЛАСТИ</w:t>
      </w:r>
    </w:p>
    <w:p w:rsidR="000A301D" w:rsidRPr="003129CD" w:rsidRDefault="000A301D" w:rsidP="003129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ПЯТОГО   СОЗЫВА</w:t>
      </w:r>
    </w:p>
    <w:p w:rsidR="000A301D" w:rsidRPr="003129CD" w:rsidRDefault="000A301D" w:rsidP="003129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РЕШЕНИЕ</w:t>
      </w:r>
    </w:p>
    <w:p w:rsidR="000A301D" w:rsidRPr="003129CD" w:rsidRDefault="000A301D" w:rsidP="003129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(очередная)</w:t>
      </w:r>
    </w:p>
    <w:p w:rsidR="000A301D" w:rsidRDefault="000A301D" w:rsidP="003129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 xml:space="preserve">19- сессия                                                                                </w:t>
      </w:r>
    </w:p>
    <w:p w:rsidR="000A301D" w:rsidRPr="003129CD" w:rsidRDefault="000A301D" w:rsidP="00765F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 xml:space="preserve">03.10.2017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3129CD">
        <w:rPr>
          <w:rFonts w:ascii="Arial" w:hAnsi="Arial" w:cs="Arial"/>
          <w:sz w:val="24"/>
          <w:szCs w:val="24"/>
        </w:rPr>
        <w:t xml:space="preserve">№19/107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</w:p>
    <w:p w:rsidR="000A301D" w:rsidRPr="003129CD" w:rsidRDefault="000A301D" w:rsidP="00765F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д. Березовка</w:t>
      </w:r>
    </w:p>
    <w:p w:rsidR="000A301D" w:rsidRPr="003129CD" w:rsidRDefault="000A301D" w:rsidP="003129CD">
      <w:pPr>
        <w:shd w:val="clear" w:color="auto" w:fill="FFFFFF"/>
        <w:tabs>
          <w:tab w:val="left" w:pos="708"/>
        </w:tabs>
        <w:spacing w:after="0" w:line="240" w:lineRule="auto"/>
        <w:ind w:firstLine="709"/>
        <w:jc w:val="center"/>
        <w:rPr>
          <w:rFonts w:ascii="Arial" w:hAnsi="Arial" w:cs="Arial"/>
          <w:bCs/>
          <w:color w:val="595959"/>
          <w:sz w:val="24"/>
          <w:szCs w:val="24"/>
        </w:rPr>
      </w:pPr>
    </w:p>
    <w:p w:rsidR="000A301D" w:rsidRPr="003129CD" w:rsidRDefault="000A301D" w:rsidP="003129CD">
      <w:pPr>
        <w:shd w:val="clear" w:color="auto" w:fill="FFFFFF"/>
        <w:tabs>
          <w:tab w:val="left" w:pos="708"/>
        </w:tabs>
        <w:spacing w:after="0" w:line="240" w:lineRule="auto"/>
        <w:ind w:firstLine="709"/>
        <w:jc w:val="center"/>
        <w:rPr>
          <w:rFonts w:ascii="Arial" w:hAnsi="Arial" w:cs="Arial"/>
          <w:bCs/>
          <w:color w:val="595959"/>
          <w:sz w:val="24"/>
          <w:szCs w:val="24"/>
        </w:rPr>
      </w:pPr>
    </w:p>
    <w:p w:rsidR="000A301D" w:rsidRPr="003129CD" w:rsidRDefault="000A301D" w:rsidP="003129CD">
      <w:pPr>
        <w:shd w:val="clear" w:color="auto" w:fill="FFFFFF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 xml:space="preserve">Об утверждении Положения « О старостах сельских населенных </w:t>
      </w:r>
      <w:r>
        <w:rPr>
          <w:rFonts w:ascii="Arial" w:hAnsi="Arial" w:cs="Arial"/>
          <w:sz w:val="24"/>
          <w:szCs w:val="24"/>
        </w:rPr>
        <w:t xml:space="preserve">пунктов на территории Березовского  </w:t>
      </w:r>
      <w:r w:rsidRPr="003129CD">
        <w:rPr>
          <w:rFonts w:ascii="Arial" w:hAnsi="Arial" w:cs="Arial"/>
          <w:sz w:val="24"/>
          <w:szCs w:val="24"/>
        </w:rPr>
        <w:t>сельсовета Ордынского района Новосибирской области»</w:t>
      </w:r>
    </w:p>
    <w:p w:rsidR="000A301D" w:rsidRPr="003129CD" w:rsidRDefault="000A301D" w:rsidP="003129CD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A301D" w:rsidRPr="003129CD" w:rsidRDefault="000A301D" w:rsidP="003129C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 xml:space="preserve">В соответствии с Федеральными законами </w:t>
      </w:r>
      <w:hyperlink r:id="rId6" w:history="1">
        <w:r w:rsidRPr="003129CD">
          <w:rPr>
            <w:rFonts w:ascii="Arial" w:hAnsi="Arial" w:cs="Arial"/>
            <w:sz w:val="24"/>
            <w:szCs w:val="24"/>
            <w:u w:val="single"/>
          </w:rPr>
          <w:t>от 06.10.2003 № 131-ФЗ</w:t>
        </w:r>
      </w:hyperlink>
      <w:r w:rsidRPr="003129CD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Закона Новосибирской области от 28.12.2016 № 132-ОЗ «О старостах сельских населенных пунктов в Новосибирской области», Устава </w:t>
      </w:r>
      <w:r w:rsidRPr="003129CD">
        <w:rPr>
          <w:rFonts w:ascii="Arial" w:hAnsi="Arial" w:cs="Arial"/>
          <w:spacing w:val="-2"/>
          <w:sz w:val="24"/>
          <w:szCs w:val="24"/>
        </w:rPr>
        <w:t>Березовского сельсовета Ордынского района Новосибирской области</w:t>
      </w:r>
      <w:r w:rsidRPr="003129CD">
        <w:rPr>
          <w:rFonts w:ascii="Arial" w:hAnsi="Arial" w:cs="Arial"/>
          <w:sz w:val="24"/>
          <w:szCs w:val="24"/>
        </w:rPr>
        <w:t xml:space="preserve">, Совет депутатов Березовского  сельсовета Ордынского района Новосибирской области </w:t>
      </w:r>
      <w:r w:rsidRPr="003129CD">
        <w:rPr>
          <w:rFonts w:ascii="Arial" w:hAnsi="Arial" w:cs="Arial"/>
          <w:spacing w:val="-2"/>
          <w:sz w:val="24"/>
          <w:szCs w:val="24"/>
        </w:rPr>
        <w:t>РЕШИЛ: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1. Утвердить прилагаемое Положение « О старостах сельских населенных пунктов на территории Березовского сельсовета Ордынского района Новосибирской области»</w:t>
      </w:r>
      <w:r w:rsidRPr="003129CD">
        <w:rPr>
          <w:rFonts w:ascii="Arial" w:hAnsi="Arial" w:cs="Arial"/>
          <w:spacing w:val="-2"/>
          <w:sz w:val="24"/>
          <w:szCs w:val="24"/>
        </w:rPr>
        <w:t xml:space="preserve"> </w:t>
      </w:r>
      <w:r w:rsidRPr="003129CD">
        <w:rPr>
          <w:rFonts w:ascii="Arial" w:hAnsi="Arial" w:cs="Arial"/>
          <w:sz w:val="24"/>
          <w:szCs w:val="24"/>
        </w:rPr>
        <w:t>(приложение № 1).</w:t>
      </w:r>
    </w:p>
    <w:p w:rsidR="000A301D" w:rsidRPr="003129CD" w:rsidRDefault="000A301D" w:rsidP="003129CD">
      <w:pPr>
        <w:shd w:val="clear" w:color="auto" w:fill="FFFFFF"/>
        <w:tabs>
          <w:tab w:val="left" w:pos="535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2. Опубликовать настоящее решение в периодическом печатном издании администрации Березовского сельсовета «Вестник».</w:t>
      </w:r>
    </w:p>
    <w:p w:rsidR="000A301D" w:rsidRPr="003129CD" w:rsidRDefault="000A301D" w:rsidP="003129CD">
      <w:pPr>
        <w:shd w:val="clear" w:color="auto" w:fill="FFFFFF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3. Решение вступает в силу со дня его официального опубликования (обнародования) и распространяется на правоотношения, возникшие с 01.01.2017 г.</w:t>
      </w:r>
    </w:p>
    <w:p w:rsidR="000A301D" w:rsidRPr="003129CD" w:rsidRDefault="000A301D" w:rsidP="003129CD">
      <w:pPr>
        <w:shd w:val="clear" w:color="auto" w:fill="FFFFFF"/>
        <w:tabs>
          <w:tab w:val="left" w:pos="535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4. Контроль за исполнением настоящего решения оставляю за собой.</w:t>
      </w:r>
    </w:p>
    <w:p w:rsidR="000A301D" w:rsidRPr="003129CD" w:rsidRDefault="000A301D" w:rsidP="00765F55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595959"/>
          <w:sz w:val="24"/>
          <w:szCs w:val="24"/>
        </w:rPr>
      </w:pPr>
      <w:r w:rsidRPr="003129CD">
        <w:rPr>
          <w:rFonts w:ascii="Arial" w:hAnsi="Arial" w:cs="Arial"/>
          <w:color w:val="595959"/>
          <w:sz w:val="24"/>
          <w:szCs w:val="24"/>
        </w:rPr>
        <w:t> 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595959"/>
          <w:sz w:val="24"/>
          <w:szCs w:val="24"/>
        </w:rPr>
      </w:pPr>
      <w:r w:rsidRPr="003129CD">
        <w:rPr>
          <w:rFonts w:ascii="Arial" w:hAnsi="Arial" w:cs="Arial"/>
          <w:color w:val="595959"/>
          <w:sz w:val="24"/>
          <w:szCs w:val="24"/>
        </w:rPr>
        <w:t> 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595959"/>
          <w:sz w:val="24"/>
          <w:szCs w:val="24"/>
        </w:rPr>
      </w:pPr>
      <w:r w:rsidRPr="003129CD">
        <w:rPr>
          <w:rFonts w:ascii="Arial" w:hAnsi="Arial" w:cs="Arial"/>
          <w:color w:val="595959"/>
          <w:sz w:val="24"/>
          <w:szCs w:val="24"/>
        </w:rPr>
        <w:t> </w:t>
      </w:r>
    </w:p>
    <w:p w:rsidR="000A301D" w:rsidRPr="003129CD" w:rsidRDefault="000A301D" w:rsidP="003129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Глава Березовского сельсовета</w:t>
      </w:r>
      <w:r w:rsidRPr="003129CD">
        <w:rPr>
          <w:rFonts w:ascii="Arial" w:hAnsi="Arial" w:cs="Arial"/>
          <w:sz w:val="24"/>
          <w:szCs w:val="24"/>
        </w:rPr>
        <w:tab/>
        <w:t xml:space="preserve">    Председатель Совета депутатов</w:t>
      </w:r>
    </w:p>
    <w:p w:rsidR="000A301D" w:rsidRPr="003129CD" w:rsidRDefault="000A301D" w:rsidP="003129CD">
      <w:pPr>
        <w:tabs>
          <w:tab w:val="left" w:pos="520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 xml:space="preserve">Ордынского района                                   Березовского сельсовета Ордынского района </w:t>
      </w:r>
    </w:p>
    <w:p w:rsidR="000A301D" w:rsidRPr="003129CD" w:rsidRDefault="000A301D" w:rsidP="003129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 xml:space="preserve">Новосибирской области                            Новосибирской области                          </w:t>
      </w:r>
    </w:p>
    <w:p w:rsidR="000A301D" w:rsidRPr="003129CD" w:rsidRDefault="000A301D" w:rsidP="003129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b/>
          <w:sz w:val="24"/>
          <w:szCs w:val="24"/>
        </w:rPr>
        <w:t xml:space="preserve"> </w:t>
      </w:r>
      <w:r w:rsidRPr="003129CD">
        <w:rPr>
          <w:rFonts w:ascii="Arial" w:hAnsi="Arial" w:cs="Arial"/>
          <w:sz w:val="24"/>
          <w:szCs w:val="24"/>
        </w:rPr>
        <w:t>______________________                     ________________________________</w:t>
      </w:r>
    </w:p>
    <w:p w:rsidR="000A301D" w:rsidRPr="003129CD" w:rsidRDefault="000A301D" w:rsidP="003129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А.М.Стрещенко</w:t>
      </w:r>
      <w:r w:rsidRPr="003129CD">
        <w:rPr>
          <w:rFonts w:ascii="Arial" w:hAnsi="Arial" w:cs="Arial"/>
          <w:sz w:val="24"/>
          <w:szCs w:val="24"/>
        </w:rPr>
        <w:tab/>
        <w:t xml:space="preserve">                                  А.М.Стрещенко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595959"/>
          <w:sz w:val="24"/>
          <w:szCs w:val="24"/>
        </w:rPr>
      </w:pPr>
      <w:r w:rsidRPr="003129CD">
        <w:rPr>
          <w:rFonts w:ascii="Arial" w:hAnsi="Arial" w:cs="Arial"/>
          <w:color w:val="595959"/>
          <w:sz w:val="24"/>
          <w:szCs w:val="24"/>
        </w:rPr>
        <w:t> 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595959"/>
          <w:sz w:val="24"/>
          <w:szCs w:val="24"/>
        </w:rPr>
      </w:pPr>
      <w:r w:rsidRPr="003129CD">
        <w:rPr>
          <w:rFonts w:ascii="Arial" w:hAnsi="Arial" w:cs="Arial"/>
          <w:color w:val="595959"/>
          <w:sz w:val="24"/>
          <w:szCs w:val="24"/>
        </w:rPr>
        <w:t> \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rPr>
          <w:rFonts w:ascii="Arial" w:hAnsi="Arial" w:cs="Arial"/>
          <w:color w:val="595959"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5068"/>
        <w:gridCol w:w="5069"/>
      </w:tblGrid>
      <w:tr w:rsidR="000A301D" w:rsidRPr="003129CD" w:rsidTr="00AE6848">
        <w:tc>
          <w:tcPr>
            <w:tcW w:w="5068" w:type="dxa"/>
          </w:tcPr>
          <w:p w:rsidR="000A301D" w:rsidRPr="003129CD" w:rsidRDefault="000A301D" w:rsidP="003129CD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3129CD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A301D" w:rsidRPr="003129CD" w:rsidRDefault="000A301D" w:rsidP="003129CD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0A301D" w:rsidRPr="003129CD" w:rsidRDefault="000A301D" w:rsidP="003129CD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3129C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69" w:type="dxa"/>
          </w:tcPr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A301D" w:rsidRPr="003129CD" w:rsidRDefault="000A301D" w:rsidP="00765F5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129CD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129CD">
              <w:rPr>
                <w:rFonts w:ascii="Arial" w:hAnsi="Arial" w:cs="Arial"/>
                <w:sz w:val="24"/>
                <w:szCs w:val="24"/>
              </w:rPr>
              <w:t>к решению сессии Совета депутатов</w:t>
            </w:r>
          </w:p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129CD">
              <w:rPr>
                <w:rFonts w:ascii="Arial" w:hAnsi="Arial" w:cs="Arial"/>
                <w:sz w:val="24"/>
                <w:szCs w:val="24"/>
              </w:rPr>
              <w:t>Березовского  сельсовета Ордынского</w:t>
            </w:r>
          </w:p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129CD">
              <w:rPr>
                <w:rFonts w:ascii="Arial" w:hAnsi="Arial" w:cs="Arial"/>
                <w:sz w:val="24"/>
                <w:szCs w:val="24"/>
              </w:rPr>
              <w:t>района Новосибирской области</w:t>
            </w:r>
          </w:p>
          <w:p w:rsidR="000A301D" w:rsidRPr="003129CD" w:rsidRDefault="000A301D" w:rsidP="003129CD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03.10</w:t>
            </w:r>
            <w:r w:rsidRPr="003129CD">
              <w:rPr>
                <w:rFonts w:ascii="Arial" w:hAnsi="Arial" w:cs="Arial"/>
                <w:sz w:val="24"/>
                <w:szCs w:val="24"/>
              </w:rPr>
              <w:t>.2017 № 19/107</w:t>
            </w:r>
          </w:p>
        </w:tc>
      </w:tr>
    </w:tbl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129CD">
        <w:rPr>
          <w:rFonts w:ascii="Arial" w:hAnsi="Arial" w:cs="Arial"/>
          <w:b/>
          <w:sz w:val="24"/>
          <w:szCs w:val="24"/>
        </w:rPr>
        <w:t>Положение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129CD">
        <w:rPr>
          <w:rFonts w:ascii="Arial" w:hAnsi="Arial" w:cs="Arial"/>
          <w:b/>
          <w:sz w:val="24"/>
          <w:szCs w:val="24"/>
        </w:rPr>
        <w:t>« О старостах сельских населенных пунктов на территории  Березовского сельсовета Ордынского района Новосибирской области»</w:t>
      </w:r>
    </w:p>
    <w:p w:rsidR="000A301D" w:rsidRPr="003129CD" w:rsidRDefault="000A301D" w:rsidP="003129C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29CD">
        <w:rPr>
          <w:rFonts w:ascii="Arial" w:hAnsi="Arial" w:cs="Arial"/>
          <w:sz w:val="24"/>
          <w:szCs w:val="24"/>
        </w:rPr>
        <w:t> 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 xml:space="preserve">Настоящее Положение определяет статус, порядок избрания и прекращения полномочий старосты сельского населенного пункта (поселка, села, деревни, иного населенного пункта) (далее ‒ староста) на территории Березовского сельсовета, и не являющегося его административным центром, порядок взаимодействия старосты с органами государственной власти, органами местного самоуправления, иными органами и организациями, гражданами. 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/>
          <w:bCs/>
          <w:sz w:val="24"/>
          <w:szCs w:val="24"/>
          <w:lang w:eastAsia="en-US"/>
        </w:rPr>
        <w:t>1.Общие положения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1.1.Институт старосты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самоуправления. Староста представляет интересы населения сельского населенного пункта и взаимодействует от его имени с органами местного самоуправления поселения, способствует развитию инициативы общественности, широкому привлечению граждан к решению вопросов местного значения исходя из интересов населения, проживающего в населенном пункте поселения. Староста может представлять интересы нескольких населенных пунктов.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1.2.В своей деятельности староста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и муниципальными правовыми актами поселения, настоящим Положением.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1.3.Староста осуществляют свою деятельность на принципах законности и добровольности.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/>
          <w:bCs/>
          <w:sz w:val="24"/>
          <w:szCs w:val="24"/>
          <w:lang w:eastAsia="en-US"/>
        </w:rPr>
        <w:t>2.Избрание старосты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2.1.В поселении староста (старосты) избирается в следующих сельских населенных пунктах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>: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2.1.1.п. Степной;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2.1.2.д. Березовка;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2.2.Старостой может быть избран гражданин Российской Федерации, достигший возраста 18 лет, постоянно проживающий в границах населенного пункта, указанного в пункте 2.1 настоящего Положения.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2.3.Старостой не может быть избран гражданин Российской Федерации, который: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2.3.1.замещает муниципальную должность, должность муниципальной службы, государственную должность Новосибирской области, должность государственной гражданской службы Новосибирской области, должность государственной службы Российской Федерации, государственную должность Российской Федерации;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2.3.2.признан недееспособным или ограниченно дееспособным на основании решения суда, вступившего в законную силу;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2.3.3.имеет непогашенную или неснятую судимость;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2.3.4.приобрел гражданство иностранного государства, либо получил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2.4.</w:t>
      </w:r>
      <w:r w:rsidRPr="003129CD">
        <w:rPr>
          <w:rFonts w:ascii="Arial" w:hAnsi="Arial" w:cs="Arial"/>
          <w:sz w:val="24"/>
          <w:szCs w:val="24"/>
          <w:lang w:eastAsia="en-US"/>
        </w:rPr>
        <w:t>Староста избирается на собрании жителей сельского населенного пункта, постоянно проживающих в данном сельском населенном пункте, достигших возраста 18 лет.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Граждане Российской Федерации, не проживающие постоянно на территории данного сельского населенного пункта, но имеющие в границах данного сельского населенного пункта недвижимое имущество, принадлежащее им на праве собственности, также могут участвовать в работе собрания по избранию старосты с правом совещательного голоса.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2.5.Кандидаты в старосты могут выдвигаться жителями, указанными в абзаце первом пункта 2.4 настоящего Положения, в порядке самовыдвижения, по предложению Главы поселения, Совета депутатов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2.6.С инициативой по организации собрания по избранию старосты могут выступать жители сельского населенного пункта (в количестве не менее 10 человек), Глава поселения, Совет депутатов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2.7.Собрания по избранию старосты, проводимые по инициативе Главы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>,</w:t>
      </w:r>
      <w:r w:rsidRPr="003129CD">
        <w:rPr>
          <w:rFonts w:ascii="Arial" w:hAnsi="Arial" w:cs="Arial"/>
          <w:sz w:val="24"/>
          <w:szCs w:val="24"/>
          <w:lang w:eastAsia="en-US"/>
        </w:rPr>
        <w:t xml:space="preserve"> назначаются постановлением главы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>.</w:t>
      </w:r>
      <w:r w:rsidRPr="003129CD">
        <w:rPr>
          <w:rFonts w:ascii="Arial" w:hAnsi="Arial" w:cs="Arial"/>
          <w:sz w:val="24"/>
          <w:szCs w:val="24"/>
          <w:lang w:eastAsia="en-US"/>
        </w:rPr>
        <w:t xml:space="preserve"> Собрания, проводимые по инициативе жителей или Совета депутатов поселения, назначаются решением Совета депутатов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2.8.Подготовка собрания осуществляется открыто и гласно. Постановление главы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>,</w:t>
      </w:r>
      <w:r w:rsidRPr="003129CD">
        <w:rPr>
          <w:rFonts w:ascii="Arial" w:hAnsi="Arial" w:cs="Arial"/>
          <w:sz w:val="24"/>
          <w:szCs w:val="24"/>
          <w:lang w:eastAsia="en-US"/>
        </w:rPr>
        <w:t xml:space="preserve"> решение Совета депутатов поселения о назначении собрания должны содержать сведения о дате, времени, месте проведения собрания, вопросе, выносимом на собрание. Орган местного самоуправления поселения, назначивший собрание, должен известить жителей о готовящемся собрании не позднее чем за 5 рабочих дней до дня его проведения.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2.9.Органы местного самоуправления поселения направляют для участия в собрании жителей своего представителя с правом совещательного голоса.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2.10.Собрание считается правомочным, если в нем принимает участие не менее одной трети жителей, указанных в абзаце первом пункта 2.4 настоящего Положения.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Решение об избрании старосты осуществляется путем проведения открытого или тайного голосования. Вид голосования определяется решением, принятым наибольшим количеством голосов жителей, указанных в абзаце первом пункта 2.4 настоящего положения, принявших участие в собрании. Для организации подсчета голосов может образовываться счетная комиссия.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2.11.Избранным старостой считается кандидат, набравший наибольшее количество голосов жителей, указанных в абзаце первом пункта 2.4 настоящего Положения, принявших участие в собрании.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2.12.Староста избирается сроком на пять лет.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 xml:space="preserve">2.13.Итоги собрания подлежат официальному опубликованию (обнародованию). 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2.14.Протокол собрания хранится в администрации поселения.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2.15.Староста имеет удостоверение, выдаваемое администрацией поселения по форме согласно приложению к настоящему Положению.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2.16.Проведение собраний по переизбранию, досрочному прекращению полномочий старосты проводится в том же порядке, что и проведение собрания по избранию старосты.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2.17.Полномочия старосты прекращаются по истечении срока полномочий, а также могут быть прекращены досрочно в случаях: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2.17.1.смерти;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2.17.2.подачи старостой личного заявления в администрацию поселения о досрочном прекращении своих полномочий;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2.17.3.по решению собрания, проводимого в порядке, установленном пунктом 2.16. настоящего Положения;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2.17.4.объединения (разделения) двух и более населенных пунктов;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2.17.5.переезда старосты на постоянное место жительства за пределы сельского населенного пункта (сельских населенных пунктов), в пределах которого он осуществляет свою деятельность;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 xml:space="preserve">2.17.6.вступление в отношении старосты в законную силу обвинительного приговора суда; 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2.17.7.признания старосты судом недееспособным (ограниченно дееспособным);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2.17.8.утраты старостой гражданства Российской Федерации, приобретения им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2.17.9.избрания (назначения) старосты на должность государственной службы Российской Федерации, государственную должность Российской Федерации, государственную должность Новосибирской области, должность государственной гражданской службы Новосибирской области, муниципальную должность или должность муниципальной службы.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/>
          <w:sz w:val="24"/>
          <w:szCs w:val="24"/>
          <w:lang w:eastAsia="en-US"/>
        </w:rPr>
      </w:pPr>
      <w:r w:rsidRPr="003129CD">
        <w:rPr>
          <w:rFonts w:ascii="Arial" w:hAnsi="Arial" w:cs="Arial"/>
          <w:b/>
          <w:sz w:val="24"/>
          <w:szCs w:val="24"/>
          <w:lang w:eastAsia="en-US"/>
        </w:rPr>
        <w:t>3.Права и обязанности старосты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3.1.Староста обязан во взаимодействии с органами местного самоуправления Березовского сельсовета Ордынского района Новосибирской области: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3.1.1.содействовать исполнению решений, принятых на собраниях жителей сельского населенного пункта  поселения;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3.1.2.содействовать реализации решений органов местного самоуправления поселения;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3.1.3.</w:t>
      </w:r>
      <w:r w:rsidRPr="003129CD">
        <w:rPr>
          <w:rFonts w:ascii="Arial" w:hAnsi="Arial" w:cs="Arial"/>
          <w:sz w:val="24"/>
          <w:szCs w:val="24"/>
          <w:shd w:val="clear" w:color="auto" w:fill="FFFFFF"/>
        </w:rPr>
        <w:t xml:space="preserve"> оказывать содействие добровольным народным дружинам на территории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3.1.4.оказывать содействие администрации поселения и организациям, ответственным за содержание территорий, в организации сбора мусора, благоустройстве общественных территорий;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3.1.5.информировать администрацию поселения о неудовлетворительном состоянии уличного освещения, иного муниципального имущества;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3.1.7.информировать администрацию поселения о ставших ему известными случаях самовольного строительства и проведения земляных работ на подведомственной территории;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3.1.8.информировать администрацию поселения о состоянии прудов, водоемов, колодцев и подъездов к ним, предназначенных для обеспечения пожарной безопасности на территории соответствующего сельского населенного пункта (сельских населенных пунктов), требующем вмешательства уполномоченных органов власти;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3.1.9.</w:t>
      </w:r>
      <w:r w:rsidRPr="003129CD">
        <w:rPr>
          <w:rFonts w:ascii="Arial" w:hAnsi="Arial" w:cs="Arial"/>
          <w:sz w:val="24"/>
          <w:szCs w:val="24"/>
          <w:shd w:val="clear" w:color="auto" w:fill="FFFFFF"/>
        </w:rPr>
        <w:t xml:space="preserve">  в установленном законом порядке оказывать содействие правоохранительным органам в поддержании общественного порядка </w:t>
      </w:r>
      <w:r w:rsidRPr="003129CD">
        <w:rPr>
          <w:rFonts w:ascii="Arial" w:hAnsi="Arial" w:cs="Arial"/>
          <w:sz w:val="24"/>
          <w:szCs w:val="24"/>
          <w:lang w:eastAsia="en-US"/>
        </w:rPr>
        <w:t xml:space="preserve">на территории сельского населенного пункта; 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3.1.10.оказывать содействие органам местного самоуправления в обнародовании муниципальных правовых актов;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3.1.11.по поручению главы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>взаимодействовать с единой дежурно диспетчерской службой (далее ‒ ЕДДС) соответствующего поселения, муниципального района по вопросам обеспечения безопасности в повседневной деятельности, при возникновении чрезвычайных ситуаций и происшествий, а также с федеральным казенным учреждением «Центр управления в кризисных ситуациях Главного управления МЧС России по Новосибирской области» в случае невозможности доведения информации до ЕДДС;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3.1.12.информировать администрацию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>о необходимости оказания помощи социально незащищенным категориям граждан (инвалиды, одинокие престарелые граждане, многодетные семьи, и другие граждане, находящиеся в трудной жизненной ситуации), зарегистрированным на территории сельского населенного пункта поселения;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3.1.13.вносить предложения от имени жителей сельского населенного пункта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>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>в органы местного самоуправления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>для планирования и формирования бюджета поселения в части расходных обязательств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>в отношении соответствующей территории;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3.1.14.не реже одного раза в год информировать жителей сельского населенного пункта о проведенной работе.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3.2.Староста имеет право: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3.2.1.представлять интересы населения, проживающего на соответствующей территории, в органах местного самоуправления поселения, в организациях, предприятиях, учреждениях, осуществляющих свою деятельность на территории поселения;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3.2.2.оказывать содействие органам местного самоуправления поселения в созыве собрания жителей сельского населенного пункта, на территории которого староста осуществляет свою деятельность;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3.2.3.обращаться в органы местного самоуправления поселения, с инициативой о проведении, собраний, иных мероприятий с участием жителей на территории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3.2.4.обращаться по вопросам, входящим в его компетенцию, к главе поселения, в администрацию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, </w:t>
      </w:r>
      <w:r w:rsidRPr="003129CD">
        <w:rPr>
          <w:rFonts w:ascii="Arial" w:hAnsi="Arial" w:cs="Arial"/>
          <w:sz w:val="24"/>
          <w:szCs w:val="24"/>
          <w:lang w:eastAsia="en-US"/>
        </w:rPr>
        <w:t>в Совет депутатов поселения;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3.2.5.осуществлять взаимодействие с общественными и иными организациями в целях решения вопросов жизнеобеспечения населения, проведения мероприятий, связанных с благоустройством сельского населенного пункта, организацией досуга населения, оказания помощи гражданам;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3.2.6.организовывать на добровольных началах участие населения в работах по благоустройству и озеленению территорий общего пользования (улицы, проезды, и другие территории общего пользования), обелисков, памятников, а также информировать администрацию поселения о состоянии дорог в зимний и летний период;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3.2.7. сообщать в администрацию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>о неиспользуемых или используемых не по назначению земельных участках, расположенных в пределах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3.2.8. по приглашению субъектов общественного контроля участвовать в мероприятиях по осуществлению общественного контроля, в том числе проводимых общественными инспекциями, группами общественного контроля на территории соответствующего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3.2.9. принимать участие в оказании социальной помощи гражданам, находящимся в трудной жизненной ситуации, постоянно проживающим на территории, совместно с представителями администрации поселения;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3.2.10. принимать участие в организации и проведении культурно-массовых, физкультурно-оздоровительных и спортивных мероприятий, а также досуга населения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3.2.11. информировать администрацию поселения, Совет депутатов поселения о поступивших устных заявлениях, предложениях, жалобах граждан;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3.2.12. оказывать содействие в организации и проведении сходов граждан на территории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3.2.13. в порядке, предусмотренном муниципальными правовыми актами, принимать участие в обсуждении заявок на конкурсы социально-значимых проектов, реализация которых планируется на территории соответствующего сельского населенного пункта.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/>
          <w:bCs/>
          <w:sz w:val="24"/>
          <w:szCs w:val="24"/>
          <w:lang w:eastAsia="en-US"/>
        </w:rPr>
        <w:t>4.Материально-техническое и организационное обеспечение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4.1.Затраты, связанные с материально-техническим и организационным обеспечением деятельности старосты, возмещаются за счет средств бюджета поселения, в порядке, размере и на условиях, которые установлены решением Совета депутатов поселения.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4.2.</w:t>
      </w:r>
      <w:r w:rsidRPr="003129CD">
        <w:rPr>
          <w:rFonts w:ascii="Arial" w:hAnsi="Arial" w:cs="Arial"/>
          <w:sz w:val="24"/>
          <w:szCs w:val="24"/>
          <w:lang w:eastAsia="en-US"/>
        </w:rPr>
        <w:t>Староста осуществляет свои полномочия на безвозмездной основе.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5.</w:t>
      </w:r>
      <w:r w:rsidRPr="003129CD">
        <w:rPr>
          <w:rFonts w:ascii="Arial" w:hAnsi="Arial" w:cs="Arial"/>
          <w:sz w:val="24"/>
          <w:szCs w:val="24"/>
          <w:lang w:eastAsia="en-US"/>
        </w:rPr>
        <w:t>Порядок взаимодействия старосты с органами государственной власти, органами местного самоуправления, иными органами и организациями, гражданами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5.1.</w:t>
      </w:r>
      <w:r w:rsidRPr="003129CD">
        <w:rPr>
          <w:rFonts w:ascii="Arial" w:hAnsi="Arial" w:cs="Arial"/>
          <w:sz w:val="24"/>
          <w:szCs w:val="24"/>
          <w:lang w:eastAsia="en-US"/>
        </w:rPr>
        <w:t>Староста осуществляет свою деятельность во взаимодействии с органами государственной власти, органами местного самоуправления, иными органами и организациями, гражданами посредством: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 xml:space="preserve">5.1.1.направления запросов, обращений в письменной или устной форме, в форме электронного документа </w:t>
      </w:r>
      <w:r w:rsidRPr="003129CD">
        <w:rPr>
          <w:rFonts w:ascii="Arial" w:hAnsi="Arial" w:cs="Arial"/>
          <w:bCs/>
          <w:sz w:val="24"/>
          <w:szCs w:val="24"/>
          <w:lang w:eastAsia="en-US"/>
        </w:rPr>
        <w:t xml:space="preserve">в </w:t>
      </w:r>
      <w:r w:rsidRPr="003129CD">
        <w:rPr>
          <w:rFonts w:ascii="Arial" w:hAnsi="Arial" w:cs="Arial"/>
          <w:sz w:val="24"/>
          <w:szCs w:val="24"/>
          <w:lang w:eastAsia="en-US"/>
        </w:rPr>
        <w:t>орган государственной власти, орган местного самоуправления, иным органам и организациям, их должностным лицам;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5.1.2.организации и проведения в целях решения возложенных на него полномочий собраний жителей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5.1.3.информирования населения о результатах своей деятельности;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5.1.4.участия в работе Совета депутатов 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, </w:t>
      </w:r>
      <w:r w:rsidRPr="003129CD">
        <w:rPr>
          <w:rFonts w:ascii="Arial" w:hAnsi="Arial" w:cs="Arial"/>
          <w:sz w:val="24"/>
          <w:szCs w:val="24"/>
          <w:lang w:eastAsia="en-US"/>
        </w:rPr>
        <w:t>рабочих групп, рабочих комиссий, сессий с правом совещательного голоса;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5.1.5.</w:t>
      </w:r>
      <w:r w:rsidRPr="003129CD">
        <w:rPr>
          <w:rFonts w:ascii="Arial" w:hAnsi="Arial" w:cs="Arial"/>
          <w:sz w:val="24"/>
          <w:szCs w:val="24"/>
          <w:lang w:eastAsia="en-US"/>
        </w:rPr>
        <w:t>участия в работе администрации поселения,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sz w:val="24"/>
          <w:szCs w:val="24"/>
          <w:lang w:eastAsia="en-US"/>
        </w:rPr>
        <w:t xml:space="preserve">проводимых рабочих совещаниях по вопросам, относящимся к компетенции старосты; 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sz w:val="24"/>
          <w:szCs w:val="24"/>
          <w:lang w:eastAsia="en-US"/>
        </w:rPr>
        <w:t>5.1.6.</w:t>
      </w:r>
      <w:r w:rsidRPr="003129CD">
        <w:rPr>
          <w:rFonts w:ascii="Arial" w:hAnsi="Arial" w:cs="Arial"/>
          <w:bCs/>
          <w:sz w:val="24"/>
          <w:szCs w:val="24"/>
          <w:lang w:eastAsia="en-US"/>
        </w:rPr>
        <w:t xml:space="preserve">получения от администрации </w:t>
      </w:r>
      <w:r w:rsidRPr="003129CD">
        <w:rPr>
          <w:rFonts w:ascii="Arial" w:hAnsi="Arial" w:cs="Arial"/>
          <w:sz w:val="24"/>
          <w:szCs w:val="24"/>
          <w:lang w:eastAsia="en-US"/>
        </w:rPr>
        <w:t>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3129CD">
        <w:rPr>
          <w:rFonts w:ascii="Arial" w:hAnsi="Arial" w:cs="Arial"/>
          <w:bCs/>
          <w:sz w:val="24"/>
          <w:szCs w:val="24"/>
          <w:lang w:eastAsia="en-US"/>
        </w:rPr>
        <w:t xml:space="preserve">сведений о принятых муниципальных правовых актах </w:t>
      </w:r>
      <w:r w:rsidRPr="003129CD">
        <w:rPr>
          <w:rFonts w:ascii="Arial" w:hAnsi="Arial" w:cs="Arial"/>
          <w:sz w:val="24"/>
          <w:szCs w:val="24"/>
          <w:lang w:eastAsia="en-US"/>
        </w:rPr>
        <w:t>поселения</w:t>
      </w:r>
      <w:r w:rsidRPr="003129CD">
        <w:rPr>
          <w:rFonts w:ascii="Arial" w:hAnsi="Arial" w:cs="Arial"/>
          <w:i/>
          <w:sz w:val="24"/>
          <w:szCs w:val="24"/>
          <w:lang w:eastAsia="en-US"/>
        </w:rPr>
        <w:t xml:space="preserve">, </w:t>
      </w:r>
      <w:r w:rsidRPr="003129CD">
        <w:rPr>
          <w:rFonts w:ascii="Arial" w:hAnsi="Arial" w:cs="Arial"/>
          <w:sz w:val="24"/>
          <w:szCs w:val="24"/>
          <w:lang w:eastAsia="en-US"/>
        </w:rPr>
        <w:t>а также актах органов государственной власти, затрагивающих интересы  жителей сельского населенного пункта;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>5.1.7.получения материально-технической и организационной поддержки, оказываемой в соответствии с разделом 4 настоящего Положения;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3129CD">
        <w:rPr>
          <w:rFonts w:ascii="Arial" w:hAnsi="Arial" w:cs="Arial"/>
          <w:bCs/>
          <w:sz w:val="24"/>
          <w:szCs w:val="24"/>
          <w:lang w:eastAsia="en-US"/>
        </w:rPr>
        <w:t xml:space="preserve">5.1.8.реализации иных форм взаимодействия, </w:t>
      </w:r>
      <w:r w:rsidRPr="003129CD">
        <w:rPr>
          <w:rFonts w:ascii="Arial" w:hAnsi="Arial" w:cs="Arial"/>
          <w:sz w:val="24"/>
          <w:szCs w:val="24"/>
          <w:lang w:eastAsia="en-US"/>
        </w:rPr>
        <w:t>не противоречащих законодательству Российской Федерации, законодательству Новосибирской области, муниципальным правовым актам.</w:t>
      </w:r>
    </w:p>
    <w:p w:rsidR="000A301D" w:rsidRPr="003129CD" w:rsidRDefault="000A301D" w:rsidP="00312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spacing w:after="0" w:line="240" w:lineRule="auto"/>
        <w:rPr>
          <w:rFonts w:ascii="Arial" w:hAnsi="Arial" w:cs="Arial"/>
          <w:bCs/>
          <w:sz w:val="24"/>
          <w:szCs w:val="24"/>
          <w:lang w:eastAsia="en-US"/>
        </w:rPr>
      </w:pPr>
    </w:p>
    <w:p w:rsidR="000A301D" w:rsidRPr="003129CD" w:rsidRDefault="000A301D" w:rsidP="003129C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A301D" w:rsidRPr="003129CD" w:rsidSect="00833011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01D" w:rsidRDefault="000A301D" w:rsidP="000F1C4D">
      <w:pPr>
        <w:spacing w:after="0" w:line="240" w:lineRule="auto"/>
      </w:pPr>
      <w:r>
        <w:separator/>
      </w:r>
    </w:p>
  </w:endnote>
  <w:endnote w:type="continuationSeparator" w:id="0">
    <w:p w:rsidR="000A301D" w:rsidRDefault="000A301D" w:rsidP="000F1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01D" w:rsidRDefault="000A301D" w:rsidP="000F1C4D">
      <w:pPr>
        <w:spacing w:after="0" w:line="240" w:lineRule="auto"/>
      </w:pPr>
      <w:r>
        <w:separator/>
      </w:r>
    </w:p>
  </w:footnote>
  <w:footnote w:type="continuationSeparator" w:id="0">
    <w:p w:rsidR="000A301D" w:rsidRDefault="000A301D" w:rsidP="000F1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848"/>
    <w:rsid w:val="00074B3E"/>
    <w:rsid w:val="000A295D"/>
    <w:rsid w:val="000A301D"/>
    <w:rsid w:val="000D5E7A"/>
    <w:rsid w:val="000F1C4D"/>
    <w:rsid w:val="00193DBF"/>
    <w:rsid w:val="001E3490"/>
    <w:rsid w:val="003129CD"/>
    <w:rsid w:val="00332DEE"/>
    <w:rsid w:val="0035173F"/>
    <w:rsid w:val="003D6587"/>
    <w:rsid w:val="003E6BE9"/>
    <w:rsid w:val="00405884"/>
    <w:rsid w:val="004440C1"/>
    <w:rsid w:val="004E600F"/>
    <w:rsid w:val="006334F7"/>
    <w:rsid w:val="006751FA"/>
    <w:rsid w:val="00690574"/>
    <w:rsid w:val="007172C9"/>
    <w:rsid w:val="007413F1"/>
    <w:rsid w:val="00762B98"/>
    <w:rsid w:val="00765F55"/>
    <w:rsid w:val="00774662"/>
    <w:rsid w:val="007A2751"/>
    <w:rsid w:val="007D5472"/>
    <w:rsid w:val="007E1E05"/>
    <w:rsid w:val="00833011"/>
    <w:rsid w:val="009E5772"/>
    <w:rsid w:val="00A26810"/>
    <w:rsid w:val="00A62E06"/>
    <w:rsid w:val="00AA1C30"/>
    <w:rsid w:val="00AE6848"/>
    <w:rsid w:val="00B1548C"/>
    <w:rsid w:val="00B5628F"/>
    <w:rsid w:val="00BA5AC9"/>
    <w:rsid w:val="00BC735D"/>
    <w:rsid w:val="00C247DD"/>
    <w:rsid w:val="00C316A0"/>
    <w:rsid w:val="00C65C86"/>
    <w:rsid w:val="00E9794D"/>
    <w:rsid w:val="00EF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3F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9794D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794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AE6848"/>
    <w:rPr>
      <w:rFonts w:cs="Times New Roman"/>
      <w:color w:val="A75E2E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F1C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1C4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0F1C4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690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690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9002">
          <w:marLeft w:val="0"/>
          <w:marRight w:val="-413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9009">
              <w:marLeft w:val="0"/>
              <w:marRight w:val="413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9010">
                      <w:marLeft w:val="0"/>
                      <w:marRight w:val="0"/>
                      <w:marTop w:val="0"/>
                      <w:marBottom w:val="3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6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6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1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6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act_municipal_education/extended/index.php?do4=document&amp;id4=96e20c02-1b12-465a-b64c-24aa9227000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254</TotalTime>
  <Pages>6</Pages>
  <Words>2411</Words>
  <Characters>13746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Специалист</cp:lastModifiedBy>
  <cp:revision>11</cp:revision>
  <cp:lastPrinted>2017-10-03T05:52:00Z</cp:lastPrinted>
  <dcterms:created xsi:type="dcterms:W3CDTF">2017-06-27T03:53:00Z</dcterms:created>
  <dcterms:modified xsi:type="dcterms:W3CDTF">2017-10-03T05:52:00Z</dcterms:modified>
</cp:coreProperties>
</file>